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2331B" w14:textId="3F959850" w:rsidR="00CD1A58" w:rsidRPr="003E7EF7" w:rsidRDefault="008B57A2">
      <w:pPr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 </w:t>
      </w:r>
      <w:r w:rsidR="00E26312" w:rsidRPr="003E7EF7">
        <w:rPr>
          <w:rFonts w:ascii="BIZ UDP明朝 Medium" w:eastAsia="BIZ UDP明朝 Medium" w:hAnsi="BIZ UDP明朝 Medium" w:hint="eastAsia"/>
          <w:sz w:val="22"/>
        </w:rPr>
        <w:t>(</w:t>
      </w:r>
      <w:r w:rsidR="000E106D" w:rsidRPr="003E7EF7">
        <w:rPr>
          <w:rFonts w:ascii="BIZ UDP明朝 Medium" w:eastAsia="BIZ UDP明朝 Medium" w:hAnsi="BIZ UDP明朝 Medium" w:hint="eastAsia"/>
          <w:sz w:val="22"/>
        </w:rPr>
        <w:t>様式</w:t>
      </w:r>
      <w:r w:rsidR="00B0698B">
        <w:rPr>
          <w:rFonts w:ascii="BIZ UDP明朝 Medium" w:eastAsia="BIZ UDP明朝 Medium" w:hAnsi="BIZ UDP明朝 Medium" w:hint="eastAsia"/>
          <w:sz w:val="22"/>
        </w:rPr>
        <w:t>７</w:t>
      </w:r>
      <w:bookmarkStart w:id="0" w:name="_GoBack"/>
      <w:bookmarkEnd w:id="0"/>
      <w:r w:rsidR="00E26312" w:rsidRPr="003E7EF7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Pr="003E7EF7" w:rsidRDefault="008B57A2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3E7EF7">
        <w:rPr>
          <w:rFonts w:ascii="BIZ UDP明朝 Medium" w:eastAsia="BIZ UDP明朝 Medium" w:hAnsi="BIZ UDP明朝 Medium" w:hint="eastAsia"/>
          <w:b/>
          <w:sz w:val="36"/>
        </w:rPr>
        <w:t>委</w:t>
      </w:r>
      <w:r w:rsidR="00D6649E" w:rsidRPr="003E7EF7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3E7EF7">
        <w:rPr>
          <w:rFonts w:ascii="BIZ UDP明朝 Medium" w:eastAsia="BIZ UDP明朝 Medium" w:hAnsi="BIZ UDP明朝 Medium" w:hint="eastAsia"/>
          <w:b/>
          <w:sz w:val="36"/>
        </w:rPr>
        <w:t>任</w:t>
      </w:r>
      <w:r w:rsidR="00D6649E" w:rsidRPr="003E7EF7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3E7EF7">
        <w:rPr>
          <w:rFonts w:ascii="BIZ UDP明朝 Medium" w:eastAsia="BIZ UDP明朝 Medium" w:hAnsi="BIZ UDP明朝 Medium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174C2082" w:rsidR="008B57A2" w:rsidRPr="003E7EF7" w:rsidRDefault="008B57A2" w:rsidP="002E1690">
      <w:pPr>
        <w:jc w:val="lef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今般都合により</w:t>
      </w:r>
      <w:r w:rsidR="00B725A6" w:rsidRPr="003E7EF7">
        <w:rPr>
          <w:rFonts w:ascii="BIZ UDP明朝 Medium" w:eastAsia="BIZ UDP明朝 Medium" w:hAnsi="BIZ UDP明朝 Medium" w:hint="eastAsia"/>
          <w:sz w:val="22"/>
        </w:rPr>
        <w:t>「</w:t>
      </w:r>
      <w:r w:rsidR="00571A16" w:rsidRPr="003E7EF7">
        <w:rPr>
          <w:rFonts w:ascii="BIZ UDP明朝 Medium" w:eastAsia="BIZ UDP明朝 Medium" w:hAnsi="BIZ UDP明朝 Medium" w:hint="eastAsia"/>
          <w:sz w:val="22"/>
        </w:rPr>
        <w:t>別府市市</w:t>
      </w:r>
      <w:r w:rsidR="00CD0AF8">
        <w:rPr>
          <w:rFonts w:ascii="BIZ UDP明朝 Medium" w:eastAsia="BIZ UDP明朝 Medium" w:hAnsi="BIZ UDP明朝 Medium" w:hint="eastAsia"/>
          <w:sz w:val="22"/>
        </w:rPr>
        <w:t>民税・</w:t>
      </w:r>
      <w:r w:rsidR="00571A16" w:rsidRPr="003E7EF7">
        <w:rPr>
          <w:rFonts w:ascii="BIZ UDP明朝 Medium" w:eastAsia="BIZ UDP明朝 Medium" w:hAnsi="BIZ UDP明朝 Medium" w:hint="eastAsia"/>
          <w:sz w:val="22"/>
        </w:rPr>
        <w:t>県民税賦課等</w:t>
      </w:r>
      <w:r w:rsidR="007C3E9F" w:rsidRPr="003E7EF7">
        <w:rPr>
          <w:rFonts w:ascii="BIZ UDP明朝 Medium" w:eastAsia="BIZ UDP明朝 Medium" w:hAnsi="BIZ UDP明朝 Medium" w:hint="eastAsia"/>
          <w:sz w:val="22"/>
        </w:rPr>
        <w:t>業務</w:t>
      </w:r>
      <w:r w:rsidR="00571A16" w:rsidRPr="003E7EF7">
        <w:rPr>
          <w:rFonts w:ascii="BIZ UDP明朝 Medium" w:eastAsia="BIZ UDP明朝 Medium" w:hAnsi="BIZ UDP明朝 Medium" w:hint="eastAsia"/>
          <w:sz w:val="22"/>
        </w:rPr>
        <w:t>委託</w:t>
      </w:r>
      <w:r w:rsidR="00B725A6" w:rsidRPr="003E7EF7">
        <w:rPr>
          <w:rFonts w:ascii="BIZ UDP明朝 Medium" w:eastAsia="BIZ UDP明朝 Medium" w:hAnsi="BIZ UDP明朝 Medium" w:hint="eastAsia"/>
          <w:kern w:val="0"/>
          <w:sz w:val="22"/>
        </w:rPr>
        <w:t>」</w:t>
      </w:r>
      <w:r w:rsidRPr="003E7EF7">
        <w:rPr>
          <w:rFonts w:ascii="BIZ UDP明朝 Medium" w:eastAsia="BIZ UDP明朝 Medium" w:hAnsi="BIZ UDP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Pr="002E1690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3E7EF7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555"/>
                <w:kern w:val="0"/>
                <w:sz w:val="22"/>
                <w:fitText w:val="1584" w:id="-1751412224"/>
              </w:rPr>
              <w:t>住</w:t>
            </w:r>
            <w:r w:rsidRPr="00B0698B">
              <w:rPr>
                <w:rFonts w:ascii="BIZ UDP明朝 Medium" w:eastAsia="BIZ UDP明朝 Medium" w:hAnsi="BIZ UDP明朝 Medium" w:hint="eastAsia"/>
                <w:spacing w:val="7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15"/>
                <w:kern w:val="0"/>
                <w:sz w:val="22"/>
                <w:fitText w:val="1584" w:id="-1751412223"/>
              </w:rPr>
              <w:t>商号又は名</w:t>
            </w:r>
            <w:r w:rsidRPr="00B0698B">
              <w:rPr>
                <w:rFonts w:ascii="BIZ UDP明朝 Medium" w:eastAsia="BIZ UDP明朝 Medium" w:hAnsi="BIZ UDP明朝 Medium" w:hint="eastAsia"/>
                <w:spacing w:val="5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555"/>
                <w:kern w:val="0"/>
                <w:sz w:val="22"/>
                <w:fitText w:val="1584" w:id="-1751412222"/>
              </w:rPr>
              <w:t>氏</w:t>
            </w:r>
            <w:r w:rsidRPr="00B0698B">
              <w:rPr>
                <w:rFonts w:ascii="BIZ UDP明朝 Medium" w:eastAsia="BIZ UDP明朝 Medium" w:hAnsi="BIZ UDP明朝 Medium" w:hint="eastAsia"/>
                <w:spacing w:val="7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5B65097B" w14:textId="4E29886D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2A63A826" w14:textId="4C367885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0BA616D" w14:textId="69388E01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9AC9C6C" w14:textId="070BD78D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3E7EF7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555"/>
                <w:kern w:val="0"/>
                <w:sz w:val="22"/>
                <w:fitText w:val="1584" w:id="-1751411200"/>
              </w:rPr>
              <w:t>住</w:t>
            </w:r>
            <w:r w:rsidRPr="00B0698B">
              <w:rPr>
                <w:rFonts w:ascii="BIZ UDP明朝 Medium" w:eastAsia="BIZ UDP明朝 Medium" w:hAnsi="BIZ UDP明朝 Medium" w:hint="eastAsia"/>
                <w:spacing w:val="7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15"/>
                <w:kern w:val="0"/>
                <w:sz w:val="22"/>
                <w:fitText w:val="1584" w:id="-1751411199"/>
              </w:rPr>
              <w:t>商号又は名</w:t>
            </w:r>
            <w:r w:rsidRPr="00B0698B">
              <w:rPr>
                <w:rFonts w:ascii="BIZ UDP明朝 Medium" w:eastAsia="BIZ UDP明朝 Medium" w:hAnsi="BIZ UDP明朝 Medium" w:hint="eastAsia"/>
                <w:spacing w:val="5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0698B">
              <w:rPr>
                <w:rFonts w:ascii="BIZ UDP明朝 Medium" w:eastAsia="BIZ UDP明朝 Medium" w:hAnsi="BIZ UDP明朝 Medium" w:hint="eastAsia"/>
                <w:spacing w:val="45"/>
                <w:kern w:val="0"/>
                <w:sz w:val="22"/>
                <w:fitText w:val="1584" w:id="-1751411198"/>
              </w:rPr>
              <w:t>代表者氏名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0D4FAEC8" w14:textId="44F0E461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8764024" w14:textId="1B879C4B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C839C59" w14:textId="2011D787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Pr="003E7EF7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>別府市</w:t>
      </w:r>
    </w:p>
    <w:p w14:paraId="70C68980" w14:textId="56C6E3C2" w:rsidR="008B57A2" w:rsidRPr="003E7EF7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sectPr w:rsidR="008B57A2" w:rsidRPr="003E7EF7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1BD68" w14:textId="77777777" w:rsidR="004447E6" w:rsidRDefault="004447E6" w:rsidP="00E26312">
      <w:r>
        <w:separator/>
      </w:r>
    </w:p>
  </w:endnote>
  <w:endnote w:type="continuationSeparator" w:id="0">
    <w:p w14:paraId="480FD59E" w14:textId="77777777" w:rsidR="004447E6" w:rsidRDefault="004447E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77253" w14:textId="77777777" w:rsidR="004447E6" w:rsidRDefault="004447E6" w:rsidP="00E26312">
      <w:r>
        <w:separator/>
      </w:r>
    </w:p>
  </w:footnote>
  <w:footnote w:type="continuationSeparator" w:id="0">
    <w:p w14:paraId="60C7A180" w14:textId="77777777" w:rsidR="004447E6" w:rsidRDefault="004447E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916C5"/>
    <w:rsid w:val="000A5C90"/>
    <w:rsid w:val="000B3F5D"/>
    <w:rsid w:val="000E106D"/>
    <w:rsid w:val="001E71E4"/>
    <w:rsid w:val="0020383B"/>
    <w:rsid w:val="002E1690"/>
    <w:rsid w:val="003C762B"/>
    <w:rsid w:val="003E7EF7"/>
    <w:rsid w:val="003F6A18"/>
    <w:rsid w:val="004447E6"/>
    <w:rsid w:val="00450FF8"/>
    <w:rsid w:val="0047300B"/>
    <w:rsid w:val="00501B87"/>
    <w:rsid w:val="00535B02"/>
    <w:rsid w:val="00562B68"/>
    <w:rsid w:val="00571A16"/>
    <w:rsid w:val="005B2806"/>
    <w:rsid w:val="00753CDA"/>
    <w:rsid w:val="007C3E9F"/>
    <w:rsid w:val="007E400A"/>
    <w:rsid w:val="00824D03"/>
    <w:rsid w:val="00861774"/>
    <w:rsid w:val="008B57A2"/>
    <w:rsid w:val="008E0FE1"/>
    <w:rsid w:val="009F460D"/>
    <w:rsid w:val="00AB1FC6"/>
    <w:rsid w:val="00B0698B"/>
    <w:rsid w:val="00B17942"/>
    <w:rsid w:val="00B64F23"/>
    <w:rsid w:val="00B725A6"/>
    <w:rsid w:val="00BB05AC"/>
    <w:rsid w:val="00BF1E80"/>
    <w:rsid w:val="00C6096C"/>
    <w:rsid w:val="00C71932"/>
    <w:rsid w:val="00CA0C26"/>
    <w:rsid w:val="00CC48B8"/>
    <w:rsid w:val="00CD0AF8"/>
    <w:rsid w:val="00CD1A58"/>
    <w:rsid w:val="00D6649E"/>
    <w:rsid w:val="00E00A10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BA915F18.dotm</Template>
  <TotalTime>77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2023-10-24T03:12:00Z</dcterms:modified>
</cp:coreProperties>
</file>