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036F87A" w:rsidR="00CD1A58" w:rsidRPr="00FA7064" w:rsidRDefault="00E26312">
      <w:pPr>
        <w:rPr>
          <w:rFonts w:ascii="BIZ UDP明朝 Medium" w:eastAsia="BIZ UDP明朝 Medium" w:hAnsi="BIZ UDP明朝 Medium"/>
          <w:sz w:val="22"/>
        </w:rPr>
      </w:pPr>
      <w:r w:rsidRPr="00FA7064">
        <w:rPr>
          <w:rFonts w:ascii="BIZ UDP明朝 Medium" w:eastAsia="BIZ UDP明朝 Medium" w:hAnsi="BIZ UDP明朝 Medium" w:hint="eastAsia"/>
          <w:sz w:val="22"/>
        </w:rPr>
        <w:t>(様式</w:t>
      </w:r>
      <w:r w:rsidR="00D71959">
        <w:rPr>
          <w:rFonts w:ascii="BIZ UDP明朝 Medium" w:eastAsia="BIZ UDP明朝 Medium" w:hAnsi="BIZ UDP明朝 Medium" w:hint="eastAsia"/>
          <w:sz w:val="22"/>
        </w:rPr>
        <w:t>６</w:t>
      </w:r>
      <w:r w:rsidRPr="00FA7064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FA7064" w:rsidRDefault="00CC48B8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FA7064">
        <w:rPr>
          <w:rFonts w:ascii="BIZ UDP明朝 Medium" w:eastAsia="BIZ UDP明朝 Medium" w:hAnsi="BIZ UDP明朝 Medium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FA7064" w:rsidRDefault="00ED7C59" w:rsidP="00ED7C59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F52DB55" w14:textId="78BA59D9" w:rsidR="00CC48B8" w:rsidRPr="00FA7064" w:rsidRDefault="00ED7C59" w:rsidP="00ED7C59">
            <w:pPr>
              <w:wordWrap w:val="0"/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8459E76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1ADE7A6" w14:textId="0667AF91" w:rsidR="00ED7C59" w:rsidRPr="00FA7064" w:rsidRDefault="00ED7C59" w:rsidP="00B32BC3">
            <w:pPr>
              <w:spacing w:line="0" w:lineRule="atLeast"/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別府市</w:t>
            </w:r>
          </w:p>
          <w:p w14:paraId="52C6F1B7" w14:textId="2FC2104B" w:rsidR="00ED7C59" w:rsidRPr="00FA7064" w:rsidRDefault="00ED7C59" w:rsidP="00B32BC3">
            <w:pPr>
              <w:spacing w:line="0" w:lineRule="atLeast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68F584D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FA7064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FA7064" w:rsidRDefault="00ED7C59" w:rsidP="00815964">
                  <w:pPr>
                    <w:jc w:val="center"/>
                    <w:rPr>
                      <w:rFonts w:ascii="BIZ UDP明朝 Medium" w:eastAsia="BIZ UDP明朝 Medium" w:hAnsi="BIZ UDP明朝 Medium"/>
                      <w:kern w:val="0"/>
                      <w:sz w:val="22"/>
                    </w:rPr>
                  </w:pPr>
                  <w:r w:rsidRPr="00FA7064">
                    <w:rPr>
                      <w:rFonts w:ascii="BIZ UDP明朝 Medium" w:eastAsia="BIZ UDP明朝 Medium" w:hAnsi="BIZ UDP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A632EE">
                    <w:rPr>
                      <w:rFonts w:ascii="BIZ UDP明朝 Medium" w:eastAsia="BIZ UDP明朝 Medium" w:hAnsi="BIZ UDP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</w:tr>
            <w:tr w:rsidR="00ED7C59" w:rsidRPr="00FA7064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30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A632EE">
                    <w:rPr>
                      <w:rFonts w:ascii="BIZ UDP明朝 Medium" w:eastAsia="BIZ UDP明朝 Medium" w:hAnsi="BIZ UDP明朝 Medium" w:hint="eastAsia"/>
                      <w:spacing w:val="1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</w:tr>
            <w:tr w:rsidR="00ED7C59" w:rsidRPr="00FA7064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A632EE">
                    <w:rPr>
                      <w:rFonts w:ascii="BIZ UDP明朝 Medium" w:eastAsia="BIZ UDP明朝 Medium" w:hAnsi="BIZ UDP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FA7064" w:rsidRDefault="00ED7C59" w:rsidP="00ED7C59">
                  <w:pPr>
                    <w:jc w:val="right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FA7064">
                    <w:rPr>
                      <w:rFonts w:ascii="BIZ UDP明朝 Medium" w:eastAsia="BIZ UDP明朝 Medium" w:hAnsi="BIZ UDP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3708B32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77F9C09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8DE1EB2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C3033ED" w14:textId="51DD0316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26CC4440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568382C9" w14:textId="461BCE8F" w:rsidR="00815964" w:rsidRPr="00FA7064" w:rsidRDefault="00ED7C59" w:rsidP="00815964">
            <w:pPr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　　次の金額で契約</w:t>
            </w:r>
            <w:r w:rsidR="00815964" w:rsidRPr="00FA7064">
              <w:rPr>
                <w:rFonts w:ascii="BIZ UDP明朝 Medium" w:eastAsia="BIZ UDP明朝 Medium" w:hAnsi="BIZ UDP明朝 Medium" w:hint="eastAsia"/>
                <w:sz w:val="22"/>
              </w:rPr>
              <w:t>いた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したいので、委託内容及び関係書類熟覧のうえ、別府市契約</w:t>
            </w:r>
            <w:r w:rsidR="00FA7064" w:rsidRPr="00FA7064">
              <w:rPr>
                <w:rFonts w:ascii="BIZ UDP明朝 Medium" w:eastAsia="BIZ UDP明朝 Medium" w:hAnsi="BIZ UDP明朝 Medium" w:hint="eastAsia"/>
                <w:sz w:val="22"/>
              </w:rPr>
              <w:t>事務規則</w:t>
            </w:r>
          </w:p>
          <w:p w14:paraId="5E590222" w14:textId="77777777" w:rsidR="00815964" w:rsidRPr="00FA7064" w:rsidRDefault="00815964" w:rsidP="00815964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59CACDB" w14:textId="6CD5188D" w:rsidR="00ED7C59" w:rsidRPr="00FA7064" w:rsidRDefault="00ED7C59" w:rsidP="00815964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を遵守し入札します。</w:t>
            </w:r>
          </w:p>
          <w:p w14:paraId="1D1C3773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FDFD83F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52949464" w14:textId="39A7A7DF" w:rsidR="007E400A" w:rsidRPr="00FA7064" w:rsidRDefault="007E400A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632EE">
              <w:rPr>
                <w:rFonts w:ascii="BIZ UDP明朝 Medium" w:eastAsia="BIZ UDP明朝 Medium" w:hAnsi="BIZ UDP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A632EE">
              <w:rPr>
                <w:rFonts w:ascii="BIZ UDP明朝 Medium" w:eastAsia="BIZ UDP明朝 Medium" w:hAnsi="BIZ UDP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FA7064" w:rsidRDefault="00CC48B8" w:rsidP="00B32BC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pacing w:val="33"/>
                <w:kern w:val="0"/>
                <w:sz w:val="22"/>
                <w:fitText w:val="1896" w:id="-1751420416"/>
              </w:rPr>
              <w:t>委託業務の名</w:t>
            </w:r>
            <w:r w:rsidRPr="00FA7064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B15A1" w14:textId="7E5CD3F6" w:rsidR="00F521E4" w:rsidRDefault="00A579E8" w:rsidP="00522150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別府市市</w:t>
            </w:r>
            <w:r w:rsidR="00F521E4">
              <w:rPr>
                <w:rFonts w:ascii="BIZ UDP明朝 Medium" w:eastAsia="BIZ UDP明朝 Medium" w:hAnsi="BIZ UDP明朝 Medium" w:hint="eastAsia"/>
                <w:sz w:val="22"/>
              </w:rPr>
              <w:t>民税・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県民税賦課等</w:t>
            </w:r>
            <w:r w:rsidR="00522150" w:rsidRPr="00FA7064">
              <w:rPr>
                <w:rFonts w:ascii="BIZ UDP明朝 Medium" w:eastAsia="BIZ UDP明朝 Medium" w:hAnsi="BIZ UDP明朝 Medium" w:hint="eastAsia"/>
                <w:sz w:val="22"/>
              </w:rPr>
              <w:t>業務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委託</w:t>
            </w:r>
          </w:p>
          <w:p w14:paraId="61D77C3E" w14:textId="14A48A2F" w:rsidR="00CC48B8" w:rsidRPr="00FA7064" w:rsidRDefault="00F521E4" w:rsidP="00D71959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（令和</w:t>
            </w:r>
            <w:r w:rsidR="006C3652">
              <w:rPr>
                <w:rFonts w:ascii="BIZ UDP明朝 Medium" w:eastAsia="BIZ UDP明朝 Medium" w:hAnsi="BIZ UDP明朝 Medium" w:hint="eastAsia"/>
                <w:sz w:val="22"/>
              </w:rPr>
              <w:t>8</w:t>
            </w:r>
            <w:bookmarkStart w:id="0" w:name="_GoBack"/>
            <w:bookmarkEnd w:id="0"/>
            <w:r>
              <w:rPr>
                <w:rFonts w:ascii="BIZ UDP明朝 Medium" w:eastAsia="BIZ UDP明朝 Medium" w:hAnsi="BIZ UDP明朝 Medium" w:hint="eastAsia"/>
                <w:sz w:val="22"/>
              </w:rPr>
              <w:t>年度課税分）</w:t>
            </w:r>
          </w:p>
        </w:tc>
      </w:tr>
    </w:tbl>
    <w:p w14:paraId="2F086149" w14:textId="6EE49C91" w:rsidR="00B64F23" w:rsidRPr="00FA7064" w:rsidRDefault="00CC48B8" w:rsidP="00815964">
      <w:pPr>
        <w:jc w:val="left"/>
        <w:rPr>
          <w:rFonts w:ascii="BIZ UDP明朝 Medium" w:eastAsia="BIZ UDP明朝 Medium" w:hAnsi="BIZ UDP明朝 Medium"/>
          <w:sz w:val="22"/>
        </w:rPr>
      </w:pPr>
      <w:r w:rsidRPr="00FA7064">
        <w:rPr>
          <w:rFonts w:ascii="BIZ UDP明朝 Medium" w:eastAsia="BIZ UDP明朝 Medium" w:hAnsi="BIZ UDP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FA7064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22B09" w14:textId="77777777" w:rsidR="001C06AF" w:rsidRDefault="001C06AF" w:rsidP="00E26312">
      <w:r>
        <w:separator/>
      </w:r>
    </w:p>
  </w:endnote>
  <w:endnote w:type="continuationSeparator" w:id="0">
    <w:p w14:paraId="690B953B" w14:textId="77777777" w:rsidR="001C06AF" w:rsidRDefault="001C06A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681C4" w14:textId="77777777" w:rsidR="001C06AF" w:rsidRDefault="001C06AF" w:rsidP="00E26312">
      <w:r>
        <w:separator/>
      </w:r>
    </w:p>
  </w:footnote>
  <w:footnote w:type="continuationSeparator" w:id="0">
    <w:p w14:paraId="0E252D06" w14:textId="77777777" w:rsidR="001C06AF" w:rsidRDefault="001C06A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C06AF"/>
    <w:rsid w:val="001E71E4"/>
    <w:rsid w:val="00387867"/>
    <w:rsid w:val="003C762B"/>
    <w:rsid w:val="003F6A18"/>
    <w:rsid w:val="00450FF8"/>
    <w:rsid w:val="004621C0"/>
    <w:rsid w:val="00522150"/>
    <w:rsid w:val="00535B02"/>
    <w:rsid w:val="00562B68"/>
    <w:rsid w:val="00583EAB"/>
    <w:rsid w:val="005B2806"/>
    <w:rsid w:val="005C26EB"/>
    <w:rsid w:val="00616827"/>
    <w:rsid w:val="006C3652"/>
    <w:rsid w:val="00747A70"/>
    <w:rsid w:val="007707FA"/>
    <w:rsid w:val="007E400A"/>
    <w:rsid w:val="00815964"/>
    <w:rsid w:val="00861774"/>
    <w:rsid w:val="008A7B9C"/>
    <w:rsid w:val="00956D00"/>
    <w:rsid w:val="0098491C"/>
    <w:rsid w:val="009A2331"/>
    <w:rsid w:val="00A579E8"/>
    <w:rsid w:val="00A632EE"/>
    <w:rsid w:val="00A828AE"/>
    <w:rsid w:val="00AB621F"/>
    <w:rsid w:val="00AE5D2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D71959"/>
    <w:rsid w:val="00E26312"/>
    <w:rsid w:val="00EA4541"/>
    <w:rsid w:val="00ED7C59"/>
    <w:rsid w:val="00F521E4"/>
    <w:rsid w:val="00FA7064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4B5B07B3.dotm</Template>
  <TotalTime>76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2022-08-03T01:04:00Z</cp:lastPrinted>
  <dcterms:created xsi:type="dcterms:W3CDTF">2021-07-16T09:21:00Z</dcterms:created>
  <dcterms:modified xsi:type="dcterms:W3CDTF">2025-09-03T01:29:00Z</dcterms:modified>
</cp:coreProperties>
</file>