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55380282" w:rsidR="00CD1A58" w:rsidRDefault="00E26312">
      <w:pPr>
        <w:rPr>
          <w:rFonts w:ascii="ＭＳ 明朝" w:eastAsia="ＭＳ 明朝" w:hAnsi="ＭＳ 明朝"/>
          <w:sz w:val="22"/>
        </w:rPr>
      </w:pPr>
      <w:r w:rsidRPr="008F06FE">
        <w:rPr>
          <w:rFonts w:ascii="ＭＳ 明朝" w:eastAsia="ＭＳ 明朝" w:hAnsi="ＭＳ 明朝" w:hint="eastAsia"/>
          <w:sz w:val="22"/>
        </w:rPr>
        <w:t>(様式</w:t>
      </w:r>
      <w:r w:rsidR="00095A4B">
        <w:rPr>
          <w:rFonts w:ascii="ＭＳ 明朝" w:eastAsia="ＭＳ 明朝" w:hAnsi="ＭＳ 明朝" w:hint="eastAsia"/>
          <w:sz w:val="22"/>
        </w:rPr>
        <w:t>５</w:t>
      </w:r>
      <w:r w:rsidRPr="008F06FE"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255E47AD" w:rsidR="00E26312" w:rsidRPr="00AC62F2" w:rsidRDefault="007A6B2F" w:rsidP="00003102">
      <w:pPr>
        <w:jc w:val="center"/>
        <w:rPr>
          <w:rFonts w:ascii="ＭＳ 明朝" w:eastAsia="ＭＳ 明朝" w:hAnsi="ＭＳ 明朝"/>
          <w:b/>
          <w:sz w:val="32"/>
        </w:rPr>
      </w:pPr>
      <w:r w:rsidRPr="008F06FE">
        <w:rPr>
          <w:rFonts w:ascii="ＭＳ 明朝" w:eastAsia="ＭＳ 明朝" w:hAnsi="ＭＳ 明朝" w:hint="eastAsia"/>
          <w:b/>
          <w:sz w:val="36"/>
        </w:rPr>
        <w:t>配置予定</w:t>
      </w:r>
      <w:r w:rsidR="005C7BDA">
        <w:rPr>
          <w:rFonts w:ascii="ＭＳ 明朝" w:eastAsia="ＭＳ 明朝" w:hAnsi="ＭＳ 明朝" w:hint="eastAsia"/>
          <w:b/>
          <w:sz w:val="36"/>
        </w:rPr>
        <w:t>管理監督者</w:t>
      </w:r>
      <w:r w:rsidR="00AC26B7" w:rsidRPr="008F06FE">
        <w:rPr>
          <w:rFonts w:ascii="ＭＳ 明朝" w:eastAsia="ＭＳ 明朝" w:hAnsi="ＭＳ 明朝" w:hint="eastAsia"/>
          <w:b/>
          <w:sz w:val="36"/>
        </w:rPr>
        <w:t>調書</w:t>
      </w:r>
    </w:p>
    <w:p w14:paraId="727856B5" w14:textId="7F52C0FF" w:rsidR="00CA0C26" w:rsidRPr="005B65FC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 w:rsidRPr="00AB5D16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AB5D16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4C2FAAA" w14:textId="67170154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789AEED8" w14:textId="6AC9D3EB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5BD3DD86" w14:textId="69E640F5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4156EAB2" w14:textId="3E76738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613AB2BF" w14:textId="210401CA" w:rsidR="00AC26B7" w:rsidRDefault="005B65FC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55DCD" wp14:editId="269D733F">
                <wp:simplePos x="0" y="0"/>
                <wp:positionH relativeFrom="column">
                  <wp:posOffset>309244</wp:posOffset>
                </wp:positionH>
                <wp:positionV relativeFrom="paragraph">
                  <wp:posOffset>1766570</wp:posOffset>
                </wp:positionV>
                <wp:extent cx="5471795" cy="1771650"/>
                <wp:effectExtent l="0" t="0" r="1460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71795" cy="17716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AB84C" id="直線コネクタ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35pt,139.1pt" to="455.2pt,2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227"/>
        <w:gridCol w:w="284"/>
        <w:gridCol w:w="850"/>
        <w:gridCol w:w="567"/>
        <w:gridCol w:w="284"/>
        <w:gridCol w:w="170"/>
        <w:gridCol w:w="2665"/>
      </w:tblGrid>
      <w:tr w:rsidR="00115C16" w14:paraId="39D79366" w14:textId="77777777" w:rsidTr="00644AA3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9B76056" w14:textId="77777777" w:rsidR="008F06FE" w:rsidRPr="008F06FE" w:rsidRDefault="006B6EF9" w:rsidP="008F06F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AB5D16">
              <w:rPr>
                <w:rFonts w:ascii="ＭＳ 明朝" w:eastAsia="ＭＳ 明朝" w:hAnsi="ＭＳ 明朝" w:hint="eastAsia"/>
                <w:spacing w:val="156"/>
                <w:kern w:val="0"/>
                <w:sz w:val="20"/>
                <w:szCs w:val="20"/>
                <w:fitText w:val="1736" w:id="-1751489273"/>
              </w:rPr>
              <w:t>配置予</w:t>
            </w:r>
            <w:r w:rsidRPr="00AB5D1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736" w:id="-1751489273"/>
              </w:rPr>
              <w:t>定</w:t>
            </w:r>
          </w:p>
          <w:p w14:paraId="45463DFB" w14:textId="495893B3" w:rsidR="006B6EF9" w:rsidRPr="006B6EF9" w:rsidRDefault="005C7BDA" w:rsidP="008F06F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B5D16">
              <w:rPr>
                <w:rFonts w:ascii="ＭＳ 明朝" w:eastAsia="ＭＳ 明朝" w:hAnsi="ＭＳ 明朝" w:hint="eastAsia"/>
                <w:spacing w:val="92"/>
                <w:kern w:val="0"/>
                <w:sz w:val="20"/>
                <w:szCs w:val="20"/>
                <w:fitText w:val="1736" w:id="-1478247679"/>
              </w:rPr>
              <w:t>管理監督</w:t>
            </w:r>
            <w:r w:rsidRPr="00AB5D1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736" w:id="-1478247679"/>
              </w:rPr>
              <w:t>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FB2B4E2" w14:textId="054E7DFE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AB5D16">
              <w:rPr>
                <w:rFonts w:ascii="ＭＳ 明朝" w:eastAsia="ＭＳ 明朝" w:hAnsi="ＭＳ 明朝" w:hint="eastAsia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AB5D1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8511"/>
              </w:rPr>
              <w:t>名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2C49010" w14:textId="54E27CA8" w:rsidR="00640387" w:rsidRPr="006B6EF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5C16" w14:paraId="5394FC3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5B081DE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4288C0" w14:textId="215BBEB2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AB5D16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AB5D16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8512"/>
              </w:rPr>
              <w:t>日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F72D652" w14:textId="030AEEE9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095A4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年　　月　　日</w:t>
            </w:r>
          </w:p>
        </w:tc>
      </w:tr>
      <w:tr w:rsidR="00115C16" w14:paraId="5EE1A3BA" w14:textId="77777777" w:rsidTr="00DC3A95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59D2141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7C4B1C9" w14:textId="55E9F96C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AB5D16">
              <w:rPr>
                <w:rFonts w:ascii="ＭＳ 明朝" w:eastAsia="ＭＳ 明朝" w:hAnsi="ＭＳ 明朝" w:hint="eastAsia"/>
                <w:spacing w:val="38"/>
                <w:kern w:val="0"/>
                <w:sz w:val="20"/>
                <w:szCs w:val="20"/>
                <w:fitText w:val="1302" w:id="-1751488768"/>
              </w:rPr>
              <w:t>雇用年月</w:t>
            </w:r>
            <w:r w:rsidRPr="00AB5D1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8768"/>
              </w:rPr>
              <w:t>日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8116878" w14:textId="164781FB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095A4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　月　　日</w:t>
            </w:r>
          </w:p>
        </w:tc>
      </w:tr>
      <w:tr w:rsidR="006B6EF9" w14:paraId="6B5F7F2F" w14:textId="77777777" w:rsidTr="00097B37">
        <w:trPr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7981DA5" w14:textId="58C1DB0F" w:rsidR="007A6B2F" w:rsidRPr="006B6EF9" w:rsidRDefault="007A6B2F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B5D16">
              <w:rPr>
                <w:rFonts w:ascii="ＭＳ 明朝" w:eastAsia="ＭＳ 明朝" w:hAnsi="ＭＳ 明朝" w:hint="eastAsia"/>
                <w:spacing w:val="53"/>
                <w:kern w:val="0"/>
                <w:sz w:val="20"/>
                <w:szCs w:val="20"/>
                <w:fitText w:val="1736" w:id="-1751489272"/>
              </w:rPr>
              <w:t>保有する資</w:t>
            </w:r>
            <w:r w:rsidRPr="00AB5D16">
              <w:rPr>
                <w:rFonts w:ascii="ＭＳ 明朝" w:eastAsia="ＭＳ 明朝" w:hAnsi="ＭＳ 明朝" w:hint="eastAsia"/>
                <w:spacing w:val="3"/>
                <w:kern w:val="0"/>
                <w:sz w:val="20"/>
                <w:szCs w:val="20"/>
                <w:fitText w:val="1736" w:id="-1751489272"/>
              </w:rPr>
              <w:t>格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1B5ED5A" w14:textId="7A639A8C" w:rsidR="00115C16" w:rsidRPr="006B6EF9" w:rsidRDefault="00115C16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6EF9" w14:paraId="48DCA1F7" w14:textId="77777777" w:rsidTr="00644AA3">
        <w:trPr>
          <w:trHeight w:val="397"/>
        </w:trPr>
        <w:tc>
          <w:tcPr>
            <w:tcW w:w="907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31AD92" w14:textId="1E71B4AB" w:rsidR="006B6EF9" w:rsidRPr="005B65FC" w:rsidRDefault="006B6EF9" w:rsidP="005B65FC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5B65FC">
              <w:rPr>
                <w:rFonts w:ascii="ＭＳ 明朝" w:eastAsia="ＭＳ 明朝" w:hAnsi="ＭＳ 明朝" w:hint="eastAsia"/>
                <w:sz w:val="20"/>
                <w:szCs w:val="20"/>
              </w:rPr>
              <w:t>業務</w:t>
            </w:r>
            <w:r w:rsidR="00B2345B" w:rsidRPr="005B65FC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  <w:r w:rsidRPr="005B65FC">
              <w:rPr>
                <w:rFonts w:ascii="ＭＳ 明朝" w:eastAsia="ＭＳ 明朝" w:hAnsi="ＭＳ 明朝" w:hint="eastAsia"/>
                <w:sz w:val="20"/>
                <w:szCs w:val="20"/>
              </w:rPr>
              <w:t>の履行実績</w:t>
            </w:r>
          </w:p>
        </w:tc>
      </w:tr>
      <w:tr w:rsidR="006B6EF9" w14:paraId="41F309F7" w14:textId="77777777" w:rsidTr="00644AA3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55FD2E" w14:textId="10B64498" w:rsidR="006B6EF9" w:rsidRPr="006B6EF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案件</w:t>
            </w:r>
            <w:r w:rsidR="006B6EF9">
              <w:rPr>
                <w:rFonts w:ascii="ＭＳ 明朝" w:eastAsia="ＭＳ 明朝" w:hAnsi="ＭＳ 明朝" w:hint="eastAsia"/>
                <w:sz w:val="20"/>
                <w:szCs w:val="20"/>
              </w:rPr>
              <w:t>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968DA" w14:textId="083734BD" w:rsidR="006B6EF9" w:rsidRPr="005B65FC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B5D16">
              <w:rPr>
                <w:rFonts w:ascii="ＭＳ 明朝" w:eastAsia="ＭＳ 明朝" w:hAnsi="ＭＳ 明朝" w:hint="eastAsia"/>
                <w:spacing w:val="176"/>
                <w:kern w:val="0"/>
                <w:sz w:val="20"/>
                <w:szCs w:val="20"/>
                <w:fitText w:val="1302" w:id="-1751485184"/>
              </w:rPr>
              <w:t>案件</w:t>
            </w:r>
            <w:r w:rsidRPr="00AB5D16">
              <w:rPr>
                <w:rFonts w:ascii="ＭＳ 明朝" w:eastAsia="ＭＳ 明朝" w:hAnsi="ＭＳ 明朝" w:hint="eastAsia"/>
                <w:spacing w:val="-1"/>
                <w:kern w:val="0"/>
                <w:sz w:val="20"/>
                <w:szCs w:val="20"/>
                <w:fitText w:val="1302" w:id="-1751485184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C83701" w14:textId="445C8676" w:rsidR="006B6EF9" w:rsidRPr="005B65FC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6EF9" w14:paraId="4B46C0F8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D5AA45B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5BDFF" w14:textId="333C8457" w:rsidR="006B6EF9" w:rsidRPr="005B65FC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B5D16">
              <w:rPr>
                <w:rFonts w:ascii="ＭＳ 明朝" w:eastAsia="ＭＳ 明朝" w:hAnsi="ＭＳ 明朝" w:hint="eastAsia"/>
                <w:spacing w:val="38"/>
                <w:kern w:val="0"/>
                <w:sz w:val="20"/>
                <w:szCs w:val="20"/>
                <w:fitText w:val="1302" w:id="-1751489279"/>
              </w:rPr>
              <w:t>発注機関</w:t>
            </w:r>
            <w:r w:rsidRPr="00AB5D1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9279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16AF0F" w14:textId="77777777" w:rsidR="006B6EF9" w:rsidRPr="005B65FC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6EF9" w14:paraId="55253973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B4BF7DE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CE116" w14:textId="64B4F2E1" w:rsidR="006B6EF9" w:rsidRPr="005B65FC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B5D16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8"/>
              </w:rPr>
              <w:t>履行場</w:t>
            </w:r>
            <w:r w:rsidRPr="00AB5D16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8"/>
              </w:rPr>
              <w:t>所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03CEE6" w14:textId="77777777" w:rsidR="006B6EF9" w:rsidRPr="005B65FC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5C16" w14:paraId="0D9A95F7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118F13F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C46970" w14:textId="171E15C4" w:rsidR="006B6EF9" w:rsidRPr="005B65FC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B5D16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7"/>
              </w:rPr>
              <w:t>契約金</w:t>
            </w:r>
            <w:r w:rsidRPr="00AB5D16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7"/>
              </w:rPr>
              <w:t>額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6B7E" w14:textId="4D8231C8" w:rsidR="00640387" w:rsidRPr="005B65FC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BA8423" w14:textId="74326CB8" w:rsidR="006B6EF9" w:rsidRPr="005B65FC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B65FC">
              <w:rPr>
                <w:rFonts w:ascii="ＭＳ 明朝" w:eastAsia="ＭＳ 明朝" w:hAnsi="ＭＳ 明朝" w:hint="eastAsia"/>
                <w:sz w:val="20"/>
                <w:szCs w:val="20"/>
              </w:rPr>
              <w:t>契約締結</w:t>
            </w:r>
            <w:r w:rsidR="00640387" w:rsidRPr="005B65FC">
              <w:rPr>
                <w:rFonts w:ascii="ＭＳ 明朝" w:eastAsia="ＭＳ 明朝"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B0DDB15" w14:textId="6B9173A9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　月　　日</w:t>
            </w:r>
          </w:p>
        </w:tc>
      </w:tr>
      <w:tr w:rsidR="00640387" w14:paraId="6EC1C7E4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446778B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7D8243" w14:textId="433AECC3" w:rsidR="006B6EF9" w:rsidRPr="005B65FC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B5D16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6"/>
              </w:rPr>
              <w:t>履行期</w:t>
            </w:r>
            <w:r w:rsidRPr="00AB5D16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6"/>
              </w:rPr>
              <w:t>間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2EE631D" w14:textId="1E17B9D3" w:rsidR="006B6EF9" w:rsidRPr="005B65FC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B65FC">
              <w:rPr>
                <w:rFonts w:ascii="ＭＳ 明朝" w:eastAsia="ＭＳ 明朝" w:hAnsi="ＭＳ 明朝" w:hint="eastAsia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E5D143F" w14:textId="60D8B32A" w:rsidR="006B6EF9" w:rsidRPr="005B65FC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B65FC"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FFB1782" w14:textId="228D0D9D" w:rsidR="006B6EF9" w:rsidRPr="005B65FC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B65FC">
              <w:rPr>
                <w:rFonts w:ascii="ＭＳ 明朝" w:eastAsia="ＭＳ 明朝" w:hAnsi="ＭＳ 明朝" w:hint="eastAsia"/>
                <w:sz w:val="20"/>
                <w:szCs w:val="20"/>
              </w:rPr>
              <w:t>年　　月　　日</w:t>
            </w:r>
          </w:p>
        </w:tc>
      </w:tr>
      <w:tr w:rsidR="00640387" w14:paraId="269BF4DA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0E03B5C" w14:textId="77777777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A9011E" w14:textId="30D31196" w:rsidR="00640387" w:rsidRPr="005B65FC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B5D16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5"/>
              </w:rPr>
              <w:t>従事役</w:t>
            </w:r>
            <w:r w:rsidRPr="00AB5D16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5"/>
              </w:rPr>
              <w:t>職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AB6F23D" w14:textId="524BB44F" w:rsidR="00640387" w:rsidRPr="005B65FC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B65FC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115C16" w:rsidRPr="005B65F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5C7BDA" w:rsidRPr="005B65FC">
              <w:rPr>
                <w:rFonts w:ascii="ＭＳ 明朝" w:eastAsia="ＭＳ 明朝" w:hAnsi="ＭＳ 明朝" w:hint="eastAsia"/>
                <w:sz w:val="20"/>
                <w:szCs w:val="20"/>
              </w:rPr>
              <w:t>管理監督者</w:t>
            </w:r>
          </w:p>
        </w:tc>
        <w:tc>
          <w:tcPr>
            <w:tcW w:w="198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4F9A9E1" w14:textId="6E3632D1" w:rsidR="00640387" w:rsidRPr="005B65FC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B65FC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115C16" w:rsidRPr="005B65F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5C7BDA" w:rsidRPr="005B65FC">
              <w:rPr>
                <w:rFonts w:ascii="ＭＳ 明朝" w:eastAsia="ＭＳ 明朝" w:hAnsi="ＭＳ 明朝" w:hint="eastAsia"/>
                <w:sz w:val="20"/>
                <w:szCs w:val="20"/>
              </w:rPr>
              <w:t>業務責任者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59CACBF" w14:textId="74807580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115C1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その他(　　　　　)</w:t>
            </w:r>
          </w:p>
        </w:tc>
      </w:tr>
      <w:tr w:rsidR="006B6EF9" w14:paraId="3B1B9316" w14:textId="77777777" w:rsidTr="00644AA3">
        <w:trPr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407CF2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AA97968" w14:textId="77777777" w:rsidR="006B6EF9" w:rsidRPr="006B6EF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B5D16">
              <w:rPr>
                <w:rFonts w:ascii="ＭＳ 明朝" w:eastAsia="ＭＳ 明朝" w:hAnsi="ＭＳ 明朝" w:hint="eastAsia"/>
                <w:spacing w:val="451"/>
                <w:kern w:val="0"/>
                <w:sz w:val="20"/>
                <w:szCs w:val="20"/>
                <w:fitText w:val="1302" w:id="-1751489274"/>
              </w:rPr>
              <w:t>概</w:t>
            </w:r>
            <w:r w:rsidRPr="00AB5D1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9274"/>
              </w:rPr>
              <w:t>要</w:t>
            </w:r>
          </w:p>
          <w:p w14:paraId="4DF2DB16" w14:textId="3C8D24C5" w:rsidR="006B6EF9" w:rsidRPr="006B6EF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B6EF9">
              <w:rPr>
                <w:rFonts w:ascii="ＭＳ 明朝" w:eastAsia="ＭＳ 明朝" w:hAnsi="ＭＳ 明朝" w:hint="eastAsia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8CBBCEC" w14:textId="23CCA798" w:rsidR="00115C16" w:rsidRPr="006B6EF9" w:rsidRDefault="00115C16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630C6101" w14:textId="0704526F" w:rsidR="00FA1836" w:rsidRPr="00753C7B" w:rsidRDefault="00FA1836" w:rsidP="00FA183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0"/>
        </w:rPr>
      </w:pPr>
      <w:r w:rsidRPr="00753C7B">
        <w:rPr>
          <w:rFonts w:ascii="ＭＳ ゴシック" w:eastAsia="ＭＳ ゴシック" w:hAnsi="ＭＳ ゴシック" w:hint="eastAsia"/>
          <w:sz w:val="20"/>
        </w:rPr>
        <w:t>注意事項：該当する</w:t>
      </w:r>
      <w:r w:rsidR="00A41CAB" w:rsidRPr="00753C7B">
        <w:rPr>
          <w:rFonts w:ascii="ＭＳ ゴシック" w:eastAsia="ＭＳ ゴシック" w:hAnsi="ＭＳ ゴシック" w:hint="eastAsia"/>
          <w:sz w:val="20"/>
        </w:rPr>
        <w:t>□に✓又は■を記入するとともに、</w:t>
      </w:r>
      <w:r w:rsidRPr="00753C7B">
        <w:rPr>
          <w:rFonts w:ascii="ＭＳ ゴシック" w:eastAsia="ＭＳ ゴシック" w:hAnsi="ＭＳ ゴシック" w:hint="eastAsia"/>
          <w:sz w:val="20"/>
        </w:rPr>
        <w:t>必要事項を記載すること。</w:t>
      </w:r>
    </w:p>
    <w:p w14:paraId="6CF25494" w14:textId="659D48D3" w:rsidR="00FA1836" w:rsidRPr="00FA1836" w:rsidRDefault="00FA1836" w:rsidP="00FA183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 w:rsidRPr="00FA1836">
        <w:rPr>
          <w:rFonts w:ascii="ＭＳ 明朝" w:eastAsia="ＭＳ 明朝" w:hAnsi="ＭＳ 明朝"/>
          <w:sz w:val="20"/>
        </w:rPr>
        <w:t xml:space="preserve">１  </w:t>
      </w:r>
      <w:r w:rsidR="00A41CAB" w:rsidRPr="00097B37">
        <w:rPr>
          <w:rFonts w:ascii="ＭＳ 明朝" w:eastAsia="ＭＳ 明朝" w:hAnsi="ＭＳ 明朝" w:hint="eastAsia"/>
          <w:sz w:val="20"/>
        </w:rPr>
        <w:t>保有する資格(</w:t>
      </w:r>
      <w:r w:rsidRPr="00097B37">
        <w:rPr>
          <w:rFonts w:ascii="ＭＳ 明朝" w:eastAsia="ＭＳ 明朝" w:hAnsi="ＭＳ 明朝"/>
          <w:sz w:val="20"/>
        </w:rPr>
        <w:t>免許・資格者証の写し</w:t>
      </w:r>
      <w:r w:rsidR="00A41CAB" w:rsidRPr="00097B37">
        <w:rPr>
          <w:rFonts w:ascii="ＭＳ 明朝" w:eastAsia="ＭＳ 明朝" w:hAnsi="ＭＳ 明朝" w:hint="eastAsia"/>
          <w:sz w:val="20"/>
        </w:rPr>
        <w:t>)</w:t>
      </w:r>
      <w:r w:rsidRPr="00097B37">
        <w:rPr>
          <w:rFonts w:ascii="ＭＳ 明朝" w:eastAsia="ＭＳ 明朝" w:hAnsi="ＭＳ 明朝"/>
          <w:sz w:val="20"/>
        </w:rPr>
        <w:t>を添付すること。（更新があれば最新のもの）</w:t>
      </w:r>
    </w:p>
    <w:p w14:paraId="27A39D37" w14:textId="5DFFA91B" w:rsidR="00FA1836" w:rsidRPr="00FA1836" w:rsidRDefault="00FA1836" w:rsidP="00FA183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 w:rsidRPr="00FA1836">
        <w:rPr>
          <w:rFonts w:ascii="ＭＳ 明朝" w:eastAsia="ＭＳ 明朝" w:hAnsi="ＭＳ 明朝"/>
          <w:sz w:val="20"/>
        </w:rPr>
        <w:t>２  所属会社と入札の申込日以前に３箇月以上の直接的かつ恒常的な雇用関係がある者</w:t>
      </w:r>
    </w:p>
    <w:p w14:paraId="4AD30CBD" w14:textId="34076493" w:rsidR="00FA1836" w:rsidRPr="00FA1836" w:rsidRDefault="00FA1836" w:rsidP="00FA183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 w:rsidRPr="00FA1836">
        <w:rPr>
          <w:rFonts w:ascii="ＭＳ 明朝" w:eastAsia="ＭＳ 明朝" w:hAnsi="ＭＳ 明朝"/>
          <w:sz w:val="20"/>
        </w:rPr>
        <w:t>３  所属会社との雇用関係がわかるもの（保険証の写し等）を添付すること。</w:t>
      </w:r>
    </w:p>
    <w:p w14:paraId="0683FC81" w14:textId="6050A982" w:rsidR="00115C16" w:rsidRPr="005B65FC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ＭＳ 明朝" w:eastAsia="ＭＳ 明朝" w:hAnsi="ＭＳ 明朝"/>
          <w:strike/>
          <w:sz w:val="20"/>
        </w:rPr>
      </w:pPr>
      <w:r w:rsidRPr="00603B33">
        <w:rPr>
          <w:rFonts w:ascii="ＭＳ 明朝" w:eastAsia="ＭＳ 明朝" w:hAnsi="ＭＳ 明朝" w:hint="eastAsia"/>
          <w:sz w:val="20"/>
        </w:rPr>
        <w:t xml:space="preserve">４　</w:t>
      </w:r>
      <w:r w:rsidRPr="005B65FC">
        <w:rPr>
          <w:rFonts w:ascii="ＭＳ 明朝" w:eastAsia="ＭＳ 明朝" w:hAnsi="ＭＳ 明朝"/>
          <w:strike/>
          <w:sz w:val="20"/>
        </w:rPr>
        <w:t>記載する履行実績（完了し検査、引渡しを受けているもの）は、公告文</w:t>
      </w:r>
      <w:r w:rsidR="007776FA" w:rsidRPr="005B65FC">
        <w:rPr>
          <w:rFonts w:ascii="ＭＳ 明朝" w:eastAsia="ＭＳ 明朝" w:hAnsi="ＭＳ 明朝" w:hint="eastAsia"/>
          <w:strike/>
          <w:sz w:val="20"/>
        </w:rPr>
        <w:t>２</w:t>
      </w:r>
      <w:r w:rsidRPr="005B65FC">
        <w:rPr>
          <w:rFonts w:ascii="ＭＳ 明朝" w:eastAsia="ＭＳ 明朝" w:hAnsi="ＭＳ 明朝"/>
          <w:strike/>
          <w:sz w:val="20"/>
        </w:rPr>
        <w:t>の(</w:t>
      </w:r>
      <w:r w:rsidR="008F06FE" w:rsidRPr="005B65FC">
        <w:rPr>
          <w:rFonts w:ascii="ＭＳ 明朝" w:eastAsia="ＭＳ 明朝" w:hAnsi="ＭＳ 明朝" w:hint="eastAsia"/>
          <w:strike/>
          <w:sz w:val="20"/>
        </w:rPr>
        <w:t>10</w:t>
      </w:r>
      <w:r w:rsidRPr="005B65FC">
        <w:rPr>
          <w:rFonts w:ascii="ＭＳ 明朝" w:eastAsia="ＭＳ 明朝" w:hAnsi="ＭＳ 明朝"/>
          <w:strike/>
          <w:sz w:val="20"/>
        </w:rPr>
        <w:t>)に示す業務とする。なお、契約書等の写し及び履行内容・規模等が確認できる書類（仕様書又は図面等、競争参加資格条件となっている内容が明らかなもの）を必ず添付すること。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7CEF7D89" w14:textId="4A4F7DD5" w:rsidR="00115C16" w:rsidRPr="00AB5D16" w:rsidRDefault="00115C16" w:rsidP="00115C1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 w:rsidRPr="00603B33">
        <w:rPr>
          <w:rFonts w:ascii="ＭＳ 明朝" w:eastAsia="ＭＳ 明朝" w:hAnsi="ＭＳ 明朝" w:hint="eastAsia"/>
          <w:sz w:val="20"/>
        </w:rPr>
        <w:t>５</w:t>
      </w:r>
      <w:r w:rsidRPr="00AB5D16">
        <w:rPr>
          <w:rFonts w:ascii="ＭＳ 明朝" w:eastAsia="ＭＳ 明朝" w:hAnsi="ＭＳ 明朝"/>
          <w:sz w:val="20"/>
        </w:rPr>
        <w:t xml:space="preserve">　概要は、</w:t>
      </w:r>
      <w:r w:rsidR="008D0427" w:rsidRPr="008D0427">
        <w:rPr>
          <w:rFonts w:ascii="ＭＳ 明朝" w:eastAsia="ＭＳ 明朝" w:hAnsi="ＭＳ 明朝"/>
          <w:sz w:val="20"/>
        </w:rPr>
        <w:t>公告文</w:t>
      </w:r>
      <w:r w:rsidR="008D0427" w:rsidRPr="008D0427">
        <w:rPr>
          <w:rFonts w:ascii="ＭＳ 明朝" w:eastAsia="ＭＳ 明朝" w:hAnsi="ＭＳ 明朝" w:hint="eastAsia"/>
          <w:sz w:val="20"/>
        </w:rPr>
        <w:t>２</w:t>
      </w:r>
      <w:r w:rsidR="008D0427" w:rsidRPr="008D0427">
        <w:rPr>
          <w:rFonts w:ascii="ＭＳ 明朝" w:eastAsia="ＭＳ 明朝" w:hAnsi="ＭＳ 明朝"/>
          <w:sz w:val="20"/>
        </w:rPr>
        <w:t>の(</w:t>
      </w:r>
      <w:r w:rsidR="008D0427" w:rsidRPr="008D0427">
        <w:rPr>
          <w:rFonts w:ascii="ＭＳ 明朝" w:eastAsia="ＭＳ 明朝" w:hAnsi="ＭＳ 明朝" w:hint="eastAsia"/>
          <w:sz w:val="20"/>
        </w:rPr>
        <w:t>10</w:t>
      </w:r>
      <w:r w:rsidR="008D0427" w:rsidRPr="008D0427">
        <w:rPr>
          <w:rFonts w:ascii="ＭＳ 明朝" w:eastAsia="ＭＳ 明朝" w:hAnsi="ＭＳ 明朝"/>
          <w:sz w:val="20"/>
        </w:rPr>
        <w:t>)に示す</w:t>
      </w:r>
      <w:r w:rsidR="008D0427">
        <w:rPr>
          <w:rFonts w:ascii="ＭＳ 明朝" w:eastAsia="ＭＳ 明朝" w:hAnsi="ＭＳ 明朝" w:hint="eastAsia"/>
          <w:sz w:val="20"/>
        </w:rPr>
        <w:t>実務経験を</w:t>
      </w:r>
      <w:r w:rsidRPr="00AB5D16">
        <w:rPr>
          <w:rFonts w:ascii="ＭＳ 明朝" w:eastAsia="ＭＳ 明朝" w:hAnsi="ＭＳ 明朝"/>
          <w:sz w:val="20"/>
        </w:rPr>
        <w:t>を的確に判断できる必要最小限の事項を記載すること。</w:t>
      </w:r>
    </w:p>
    <w:p w14:paraId="6BEA00C3" w14:textId="669E1D71" w:rsidR="00A41CAB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明朝" w:eastAsia="ＭＳ 明朝" w:hAnsi="ＭＳ 明朝" w:hint="eastAsia"/>
          <w:sz w:val="20"/>
        </w:rPr>
        <w:t>６</w:t>
      </w:r>
      <w:r w:rsidR="00FA1836" w:rsidRPr="00FA1836">
        <w:rPr>
          <w:rFonts w:ascii="ＭＳ 明朝" w:eastAsia="ＭＳ 明朝" w:hAnsi="ＭＳ 明朝"/>
          <w:sz w:val="20"/>
        </w:rPr>
        <w:t xml:space="preserve">  </w:t>
      </w:r>
      <w:r w:rsidR="00FA1836" w:rsidRPr="008F06FE">
        <w:rPr>
          <w:rFonts w:ascii="ＭＳ 明朝" w:eastAsia="ＭＳ 明朝" w:hAnsi="ＭＳ 明朝"/>
          <w:sz w:val="20"/>
        </w:rPr>
        <w:t>配置予定</w:t>
      </w:r>
      <w:r w:rsidR="005C7BDA" w:rsidRPr="005C7BDA">
        <w:rPr>
          <w:rFonts w:ascii="ＭＳ 明朝" w:eastAsia="ＭＳ 明朝" w:hAnsi="ＭＳ 明朝" w:hint="eastAsia"/>
          <w:sz w:val="20"/>
          <w:szCs w:val="20"/>
        </w:rPr>
        <w:t>管理監督者</w:t>
      </w:r>
      <w:r w:rsidR="008F06FE">
        <w:rPr>
          <w:rFonts w:ascii="ＭＳ 明朝" w:eastAsia="ＭＳ 明朝" w:hAnsi="ＭＳ 明朝"/>
          <w:sz w:val="20"/>
        </w:rPr>
        <w:t>として複数の候補者がある場合は、当該</w:t>
      </w:r>
      <w:r w:rsidR="008F06FE">
        <w:rPr>
          <w:rFonts w:ascii="ＭＳ 明朝" w:eastAsia="ＭＳ 明朝" w:hAnsi="ＭＳ 明朝" w:hint="eastAsia"/>
          <w:sz w:val="20"/>
        </w:rPr>
        <w:t>様式</w:t>
      </w:r>
      <w:r w:rsidR="00FA1836" w:rsidRPr="00FA1836">
        <w:rPr>
          <w:rFonts w:ascii="ＭＳ 明朝" w:eastAsia="ＭＳ 明朝" w:hAnsi="ＭＳ 明朝"/>
          <w:sz w:val="20"/>
        </w:rPr>
        <w:t>をコピーし作成すること。</w:t>
      </w:r>
    </w:p>
    <w:sectPr w:rsidR="00A41CAB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92E2D" w14:textId="77777777" w:rsidR="0083245E" w:rsidRDefault="0083245E" w:rsidP="00E26312">
      <w:r>
        <w:separator/>
      </w:r>
    </w:p>
  </w:endnote>
  <w:endnote w:type="continuationSeparator" w:id="0">
    <w:p w14:paraId="0011977E" w14:textId="77777777" w:rsidR="0083245E" w:rsidRDefault="0083245E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3DF59" w14:textId="77777777" w:rsidR="0083245E" w:rsidRDefault="0083245E" w:rsidP="00E26312">
      <w:r>
        <w:separator/>
      </w:r>
    </w:p>
  </w:footnote>
  <w:footnote w:type="continuationSeparator" w:id="0">
    <w:p w14:paraId="63A8969B" w14:textId="77777777" w:rsidR="0083245E" w:rsidRDefault="0083245E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52720"/>
    <w:rsid w:val="0009498B"/>
    <w:rsid w:val="00095A4B"/>
    <w:rsid w:val="00097B37"/>
    <w:rsid w:val="000A5C90"/>
    <w:rsid w:val="00115C16"/>
    <w:rsid w:val="00117A65"/>
    <w:rsid w:val="001372D5"/>
    <w:rsid w:val="001E71E4"/>
    <w:rsid w:val="001F7343"/>
    <w:rsid w:val="002B1AFC"/>
    <w:rsid w:val="002D013A"/>
    <w:rsid w:val="003802AF"/>
    <w:rsid w:val="003C762B"/>
    <w:rsid w:val="003D0BF9"/>
    <w:rsid w:val="003F6A18"/>
    <w:rsid w:val="00450FF8"/>
    <w:rsid w:val="004755F8"/>
    <w:rsid w:val="00515657"/>
    <w:rsid w:val="00550704"/>
    <w:rsid w:val="00562B68"/>
    <w:rsid w:val="0057639E"/>
    <w:rsid w:val="005B2806"/>
    <w:rsid w:val="005B65FC"/>
    <w:rsid w:val="005C7BDA"/>
    <w:rsid w:val="005F2D9C"/>
    <w:rsid w:val="00603B33"/>
    <w:rsid w:val="00640387"/>
    <w:rsid w:val="00644AA3"/>
    <w:rsid w:val="006B5F76"/>
    <w:rsid w:val="006B6EF9"/>
    <w:rsid w:val="006D51BB"/>
    <w:rsid w:val="007278F0"/>
    <w:rsid w:val="00753C7B"/>
    <w:rsid w:val="007776FA"/>
    <w:rsid w:val="007A6B2F"/>
    <w:rsid w:val="0083245E"/>
    <w:rsid w:val="00851A12"/>
    <w:rsid w:val="008A478C"/>
    <w:rsid w:val="008D0427"/>
    <w:rsid w:val="008E0F2C"/>
    <w:rsid w:val="008E7C80"/>
    <w:rsid w:val="008F06FE"/>
    <w:rsid w:val="0090363E"/>
    <w:rsid w:val="00911987"/>
    <w:rsid w:val="00A41CAB"/>
    <w:rsid w:val="00AB5D16"/>
    <w:rsid w:val="00AC26B7"/>
    <w:rsid w:val="00AC62F2"/>
    <w:rsid w:val="00B17942"/>
    <w:rsid w:val="00B22810"/>
    <w:rsid w:val="00B2345B"/>
    <w:rsid w:val="00B64F23"/>
    <w:rsid w:val="00BE65B0"/>
    <w:rsid w:val="00BF1E80"/>
    <w:rsid w:val="00C10EC3"/>
    <w:rsid w:val="00C2413F"/>
    <w:rsid w:val="00C31CD0"/>
    <w:rsid w:val="00CA0C26"/>
    <w:rsid w:val="00CA1FBB"/>
    <w:rsid w:val="00CD1A58"/>
    <w:rsid w:val="00D412DD"/>
    <w:rsid w:val="00DC1913"/>
    <w:rsid w:val="00DC3A95"/>
    <w:rsid w:val="00DC78B0"/>
    <w:rsid w:val="00E02016"/>
    <w:rsid w:val="00E26312"/>
    <w:rsid w:val="00E57C85"/>
    <w:rsid w:val="00EB1770"/>
    <w:rsid w:val="00F304B0"/>
    <w:rsid w:val="00F42172"/>
    <w:rsid w:val="00F57963"/>
    <w:rsid w:val="00FA1836"/>
    <w:rsid w:val="00FC2375"/>
    <w:rsid w:val="00FD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4DBC7841-5272-4DC3-A466-AF76C9277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2578B-CD8B-4F92-9291-0A591D135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C880AF86.dotm</Template>
  <TotalTime>192</TotalTime>
  <Pages>1</Pages>
  <Words>94</Words>
  <Characters>536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2021-07-19T01:12:00Z</cp:lastPrinted>
  <dcterms:created xsi:type="dcterms:W3CDTF">2021-07-16T09:21:00Z</dcterms:created>
  <dcterms:modified xsi:type="dcterms:W3CDTF">2024-10-09T07:47:00Z</dcterms:modified>
</cp:coreProperties>
</file>