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7D9FEA8A" w:rsidR="00CD1A58" w:rsidRPr="00EE27CA" w:rsidRDefault="00E26312">
      <w:pPr>
        <w:rPr>
          <w:rFonts w:ascii="BIZ UD明朝 Medium" w:eastAsia="BIZ UD明朝 Medium" w:hAnsi="BIZ UD明朝 Medium"/>
          <w:sz w:val="22"/>
        </w:rPr>
      </w:pPr>
      <w:r w:rsidRPr="00EE27CA">
        <w:rPr>
          <w:rFonts w:ascii="BIZ UD明朝 Medium" w:eastAsia="BIZ UD明朝 Medium" w:hAnsi="BIZ UD明朝 Medium" w:hint="eastAsia"/>
          <w:sz w:val="22"/>
        </w:rPr>
        <w:t>(様式</w:t>
      </w:r>
      <w:r w:rsidR="004A618E" w:rsidRPr="00EE27CA">
        <w:rPr>
          <w:rFonts w:ascii="BIZ UD明朝 Medium" w:eastAsia="BIZ UD明朝 Medium" w:hAnsi="BIZ UD明朝 Medium" w:hint="eastAsia"/>
          <w:sz w:val="22"/>
        </w:rPr>
        <w:t>１</w:t>
      </w:r>
      <w:r w:rsidRPr="00EE27CA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EE27CA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6DB33472" w:rsidR="00E26312" w:rsidRPr="00EE27CA" w:rsidRDefault="00EA492F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EE27CA">
        <w:rPr>
          <w:rFonts w:ascii="BIZ UD明朝 Medium" w:eastAsia="BIZ UD明朝 Medium" w:hAnsi="BIZ UD明朝 Medium" w:hint="eastAsia"/>
          <w:b/>
          <w:sz w:val="36"/>
        </w:rPr>
        <w:t>公告等に関する質問書</w:t>
      </w:r>
    </w:p>
    <w:p w14:paraId="0BF9845A" w14:textId="77777777" w:rsidR="00003102" w:rsidRPr="00EE27CA" w:rsidRDefault="00003102">
      <w:pPr>
        <w:rPr>
          <w:rFonts w:ascii="BIZ UD明朝 Medium" w:eastAsia="BIZ UD明朝 Medium" w:hAnsi="BIZ UD明朝 Medium"/>
          <w:sz w:val="22"/>
        </w:rPr>
      </w:pPr>
    </w:p>
    <w:p w14:paraId="14FDA0B2" w14:textId="3C4E3E97" w:rsidR="00E26312" w:rsidRPr="00EE27CA" w:rsidRDefault="00E26312" w:rsidP="00003102">
      <w:pPr>
        <w:jc w:val="right"/>
        <w:rPr>
          <w:rFonts w:ascii="BIZ UD明朝 Medium" w:eastAsia="BIZ UD明朝 Medium" w:hAnsi="BIZ UD明朝 Medium"/>
          <w:sz w:val="22"/>
        </w:rPr>
      </w:pPr>
      <w:r w:rsidRPr="00EE27CA">
        <w:rPr>
          <w:rFonts w:ascii="BIZ UD明朝 Medium" w:eastAsia="BIZ UD明朝 Medium" w:hAnsi="BIZ UD明朝 Medium" w:hint="eastAsia"/>
          <w:sz w:val="22"/>
        </w:rPr>
        <w:t>令和　　年　　月　　日</w:t>
      </w:r>
    </w:p>
    <w:p w14:paraId="21400044" w14:textId="2F56F125" w:rsidR="00E26312" w:rsidRPr="00EE27CA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356DD403" w14:textId="1C225524" w:rsidR="00E26312" w:rsidRPr="00EE27CA" w:rsidRDefault="00E26312" w:rsidP="008962E7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EE27CA">
        <w:rPr>
          <w:rFonts w:ascii="BIZ UD明朝 Medium" w:eastAsia="BIZ UD明朝 Medium" w:hAnsi="BIZ UD明朝 Medium" w:hint="eastAsia"/>
          <w:sz w:val="22"/>
        </w:rPr>
        <w:t>別府市</w:t>
      </w:r>
    </w:p>
    <w:p w14:paraId="6C28F488" w14:textId="647C3D43" w:rsidR="00E26312" w:rsidRPr="00EE27CA" w:rsidRDefault="00E26312" w:rsidP="008962E7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EE27CA">
        <w:rPr>
          <w:rFonts w:ascii="BIZ UD明朝 Medium" w:eastAsia="BIZ UD明朝 Medium" w:hAnsi="BIZ UD明朝 Medium" w:hint="eastAsia"/>
          <w:sz w:val="22"/>
        </w:rPr>
        <w:t xml:space="preserve">　別府市長　長野　恭紘　殿</w:t>
      </w:r>
    </w:p>
    <w:p w14:paraId="0D470FA8" w14:textId="0EEFE191" w:rsidR="00E26312" w:rsidRPr="00EE27CA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-77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4"/>
        <w:gridCol w:w="4649"/>
      </w:tblGrid>
      <w:tr w:rsidR="008962E7" w:rsidRPr="00EE27CA" w14:paraId="6CC62024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5C48FF84" w14:textId="77777777" w:rsidR="008962E7" w:rsidRPr="00E07211" w:rsidRDefault="008962E7" w:rsidP="008962E7">
            <w:pPr>
              <w:jc w:val="right"/>
              <w:rPr>
                <w:rFonts w:ascii="BIZ UD明朝 Medium" w:eastAsia="BIZ UD明朝 Medium" w:hAnsi="BIZ UD明朝 Medium"/>
              </w:rPr>
            </w:pPr>
            <w:r w:rsidRPr="00E07211">
              <w:rPr>
                <w:rFonts w:ascii="BIZ UD明朝 Medium" w:eastAsia="BIZ UD明朝 Medium" w:hAnsi="BIZ UD明朝 Medium" w:hint="eastAsia"/>
                <w:spacing w:val="501"/>
                <w:kern w:val="0"/>
                <w:fitText w:val="1422" w:id="-1741901562"/>
              </w:rPr>
              <w:t>住</w:t>
            </w:r>
            <w:r w:rsidRPr="00E07211">
              <w:rPr>
                <w:rFonts w:ascii="BIZ UD明朝 Medium" w:eastAsia="BIZ UD明朝 Medium" w:hAnsi="BIZ UD明朝 Medium" w:hint="eastAsia"/>
                <w:kern w:val="0"/>
                <w:fitText w:val="1422" w:id="-1741901562"/>
              </w:rPr>
              <w:t>所</w:t>
            </w:r>
          </w:p>
        </w:tc>
        <w:tc>
          <w:tcPr>
            <w:tcW w:w="4649" w:type="dxa"/>
            <w:vAlign w:val="center"/>
          </w:tcPr>
          <w:p w14:paraId="777F6156" w14:textId="77777777" w:rsidR="008962E7" w:rsidRPr="00E07211" w:rsidRDefault="008962E7" w:rsidP="008962E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EE27CA" w:rsidRPr="00EE27CA" w14:paraId="162FAB8E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2077A4B6" w14:textId="77777777" w:rsidR="00EE27CA" w:rsidRPr="00E07211" w:rsidRDefault="00EE27CA" w:rsidP="008962E7">
            <w:pPr>
              <w:jc w:val="right"/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649" w:type="dxa"/>
            <w:vAlign w:val="center"/>
          </w:tcPr>
          <w:p w14:paraId="28F69144" w14:textId="77777777" w:rsidR="00EE27CA" w:rsidRPr="00E07211" w:rsidRDefault="00EE27CA" w:rsidP="008962E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8962E7" w:rsidRPr="00EE27CA" w14:paraId="3672F6C7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07CC07AF" w14:textId="77777777" w:rsidR="008962E7" w:rsidRPr="00E07211" w:rsidRDefault="008962E7" w:rsidP="008962E7">
            <w:pPr>
              <w:jc w:val="right"/>
              <w:rPr>
                <w:rFonts w:ascii="BIZ UD明朝 Medium" w:eastAsia="BIZ UD明朝 Medium" w:hAnsi="BIZ UD明朝 Medium"/>
              </w:rPr>
            </w:pPr>
            <w:r w:rsidRPr="00E07211">
              <w:rPr>
                <w:rFonts w:ascii="BIZ UD明朝 Medium" w:eastAsia="BIZ UD明朝 Medium" w:hAnsi="BIZ UD明朝 Medium" w:hint="eastAsia"/>
              </w:rPr>
              <w:t>商号又は名称</w:t>
            </w:r>
          </w:p>
        </w:tc>
        <w:tc>
          <w:tcPr>
            <w:tcW w:w="4649" w:type="dxa"/>
            <w:vAlign w:val="center"/>
          </w:tcPr>
          <w:p w14:paraId="394F68C4" w14:textId="77777777" w:rsidR="008962E7" w:rsidRPr="00E07211" w:rsidRDefault="008962E7" w:rsidP="008962E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8962E7" w:rsidRPr="00EE27CA" w14:paraId="5B76ED09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3720662" w14:textId="77777777" w:rsidR="008962E7" w:rsidRPr="00E07211" w:rsidRDefault="008962E7" w:rsidP="008962E7">
            <w:pPr>
              <w:jc w:val="right"/>
              <w:rPr>
                <w:rFonts w:ascii="BIZ UD明朝 Medium" w:eastAsia="BIZ UD明朝 Medium" w:hAnsi="BIZ UD明朝 Medium"/>
              </w:rPr>
            </w:pPr>
            <w:r w:rsidRPr="00E07211">
              <w:rPr>
                <w:rFonts w:ascii="BIZ UD明朝 Medium" w:eastAsia="BIZ UD明朝 Medium" w:hAnsi="BIZ UD明朝 Medium" w:hint="eastAsia"/>
                <w:spacing w:val="501"/>
                <w:kern w:val="0"/>
                <w:fitText w:val="1422" w:id="-1741901561"/>
              </w:rPr>
              <w:t>所</w:t>
            </w:r>
            <w:r w:rsidRPr="00E07211">
              <w:rPr>
                <w:rFonts w:ascii="BIZ UD明朝 Medium" w:eastAsia="BIZ UD明朝 Medium" w:hAnsi="BIZ UD明朝 Medium" w:hint="eastAsia"/>
                <w:kern w:val="0"/>
                <w:fitText w:val="1422" w:id="-1741901561"/>
              </w:rPr>
              <w:t>属</w:t>
            </w:r>
          </w:p>
        </w:tc>
        <w:tc>
          <w:tcPr>
            <w:tcW w:w="4649" w:type="dxa"/>
            <w:vAlign w:val="center"/>
          </w:tcPr>
          <w:p w14:paraId="786BD27D" w14:textId="77777777" w:rsidR="008962E7" w:rsidRPr="00E07211" w:rsidRDefault="008962E7" w:rsidP="008962E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8962E7" w:rsidRPr="00EE27CA" w14:paraId="4CC9A733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C705433" w14:textId="77777777" w:rsidR="008962E7" w:rsidRPr="00E07211" w:rsidRDefault="008962E7" w:rsidP="008962E7">
            <w:pPr>
              <w:jc w:val="right"/>
              <w:rPr>
                <w:rFonts w:ascii="BIZ UD明朝 Medium" w:eastAsia="BIZ UD明朝 Medium" w:hAnsi="BIZ UD明朝 Medium"/>
              </w:rPr>
            </w:pPr>
            <w:r w:rsidRPr="00E07211">
              <w:rPr>
                <w:rFonts w:ascii="BIZ UD明朝 Medium" w:eastAsia="BIZ UD明朝 Medium" w:hAnsi="BIZ UD明朝 Medium" w:hint="eastAsia"/>
                <w:spacing w:val="47"/>
                <w:kern w:val="0"/>
                <w:fitText w:val="1422" w:id="-1741901560"/>
              </w:rPr>
              <w:t>担当者氏</w:t>
            </w:r>
            <w:r w:rsidRPr="00E07211">
              <w:rPr>
                <w:rFonts w:ascii="BIZ UD明朝 Medium" w:eastAsia="BIZ UD明朝 Medium" w:hAnsi="BIZ UD明朝 Medium" w:hint="eastAsia"/>
                <w:spacing w:val="-2"/>
                <w:kern w:val="0"/>
                <w:fitText w:val="1422" w:id="-1741901560"/>
              </w:rPr>
              <w:t>名</w:t>
            </w:r>
          </w:p>
        </w:tc>
        <w:tc>
          <w:tcPr>
            <w:tcW w:w="4649" w:type="dxa"/>
            <w:vAlign w:val="center"/>
          </w:tcPr>
          <w:p w14:paraId="7C5B11E0" w14:textId="77777777" w:rsidR="008962E7" w:rsidRPr="00E07211" w:rsidRDefault="008962E7" w:rsidP="008962E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8962E7" w:rsidRPr="00EE27CA" w14:paraId="60423F44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6F202DDC" w14:textId="77777777" w:rsidR="008962E7" w:rsidRPr="00E07211" w:rsidRDefault="008962E7" w:rsidP="008962E7">
            <w:pPr>
              <w:jc w:val="right"/>
              <w:rPr>
                <w:rFonts w:ascii="BIZ UD明朝 Medium" w:eastAsia="BIZ UD明朝 Medium" w:hAnsi="BIZ UD明朝 Medium"/>
              </w:rPr>
            </w:pPr>
            <w:r w:rsidRPr="00E07211">
              <w:rPr>
                <w:rFonts w:ascii="BIZ UD明朝 Medium" w:eastAsia="BIZ UD明朝 Medium" w:hAnsi="BIZ UD明朝 Medium" w:hint="eastAsia"/>
              </w:rPr>
              <w:t>電　話</w:t>
            </w:r>
          </w:p>
        </w:tc>
        <w:tc>
          <w:tcPr>
            <w:tcW w:w="4649" w:type="dxa"/>
            <w:vAlign w:val="center"/>
          </w:tcPr>
          <w:p w14:paraId="408C4510" w14:textId="77777777" w:rsidR="008962E7" w:rsidRPr="00E07211" w:rsidRDefault="008962E7" w:rsidP="008962E7">
            <w:pPr>
              <w:rPr>
                <w:rFonts w:ascii="BIZ UD明朝 Medium" w:eastAsia="BIZ UD明朝 Medium" w:hAnsi="BIZ UD明朝 Medium"/>
              </w:rPr>
            </w:pPr>
            <w:r w:rsidRPr="00E07211">
              <w:rPr>
                <w:rFonts w:ascii="BIZ UD明朝 Medium" w:eastAsia="BIZ UD明朝 Medium" w:hAnsi="BIZ UD明朝 Medium" w:hint="eastAsia"/>
              </w:rPr>
              <w:t>(　　　　)　　　－</w:t>
            </w:r>
          </w:p>
        </w:tc>
      </w:tr>
      <w:tr w:rsidR="008962E7" w:rsidRPr="00EE27CA" w14:paraId="56F797D2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68820657" w14:textId="77777777" w:rsidR="008962E7" w:rsidRPr="00E07211" w:rsidRDefault="008962E7" w:rsidP="008962E7">
            <w:pPr>
              <w:jc w:val="right"/>
              <w:rPr>
                <w:rFonts w:ascii="BIZ UD明朝 Medium" w:eastAsia="BIZ UD明朝 Medium" w:hAnsi="BIZ UD明朝 Medium"/>
              </w:rPr>
            </w:pPr>
            <w:r w:rsidRPr="00E07211">
              <w:rPr>
                <w:rFonts w:ascii="BIZ UD明朝 Medium" w:eastAsia="BIZ UD明朝 Medium" w:hAnsi="BIZ UD明朝 Medium" w:hint="eastAsia"/>
              </w:rPr>
              <w:t>ＦＡＸ</w:t>
            </w:r>
          </w:p>
        </w:tc>
        <w:tc>
          <w:tcPr>
            <w:tcW w:w="4649" w:type="dxa"/>
            <w:vAlign w:val="center"/>
          </w:tcPr>
          <w:p w14:paraId="5F3A345C" w14:textId="77777777" w:rsidR="008962E7" w:rsidRPr="00E07211" w:rsidRDefault="008962E7" w:rsidP="008962E7">
            <w:pPr>
              <w:rPr>
                <w:rFonts w:ascii="BIZ UD明朝 Medium" w:eastAsia="BIZ UD明朝 Medium" w:hAnsi="BIZ UD明朝 Medium"/>
              </w:rPr>
            </w:pPr>
            <w:r w:rsidRPr="00E07211">
              <w:rPr>
                <w:rFonts w:ascii="BIZ UD明朝 Medium" w:eastAsia="BIZ UD明朝 Medium" w:hAnsi="BIZ UD明朝 Medium" w:hint="eastAsia"/>
              </w:rPr>
              <w:t>(　　　　)　　　－</w:t>
            </w:r>
          </w:p>
        </w:tc>
      </w:tr>
      <w:tr w:rsidR="008962E7" w:rsidRPr="00EE27CA" w14:paraId="63C974DE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3882A6E" w14:textId="77777777" w:rsidR="008962E7" w:rsidRPr="00E07211" w:rsidRDefault="008962E7" w:rsidP="008962E7">
            <w:pPr>
              <w:jc w:val="right"/>
              <w:rPr>
                <w:rFonts w:ascii="BIZ UD明朝 Medium" w:eastAsia="BIZ UD明朝 Medium" w:hAnsi="BIZ UD明朝 Medium"/>
              </w:rPr>
            </w:pPr>
            <w:r w:rsidRPr="00E07211">
              <w:rPr>
                <w:rFonts w:ascii="BIZ UD明朝 Medium" w:eastAsia="BIZ UD明朝 Medium" w:hAnsi="BIZ UD明朝 Medium" w:hint="eastAsia"/>
              </w:rPr>
              <w:t>E-</w:t>
            </w:r>
            <w:r w:rsidRPr="00E07211">
              <w:rPr>
                <w:rFonts w:ascii="BIZ UD明朝 Medium" w:eastAsia="BIZ UD明朝 Medium" w:hAnsi="BIZ UD明朝 Medium"/>
              </w:rPr>
              <w:t>m</w:t>
            </w:r>
            <w:r w:rsidRPr="00E07211">
              <w:rPr>
                <w:rFonts w:ascii="BIZ UD明朝 Medium" w:eastAsia="BIZ UD明朝 Medium" w:hAnsi="BIZ UD明朝 Medium" w:hint="eastAsia"/>
              </w:rPr>
              <w:t>ail</w:t>
            </w:r>
          </w:p>
        </w:tc>
        <w:tc>
          <w:tcPr>
            <w:tcW w:w="4649" w:type="dxa"/>
            <w:vAlign w:val="center"/>
          </w:tcPr>
          <w:p w14:paraId="49D0A151" w14:textId="77777777" w:rsidR="008962E7" w:rsidRPr="00E07211" w:rsidRDefault="008962E7" w:rsidP="008962E7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23AD3DBC" w14:textId="482628C4" w:rsidR="00EA492F" w:rsidRPr="00EE27CA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7AF6CE60" w14:textId="69583DA5" w:rsidR="00EA492F" w:rsidRPr="00EE27CA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7941DE0C" w14:textId="6EF05CE8" w:rsidR="00EA492F" w:rsidRPr="00EE27CA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16291583" w14:textId="412B055A" w:rsidR="00EA492F" w:rsidRPr="00EE27CA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2A792177" w14:textId="0405AEEC" w:rsidR="00EA492F" w:rsidRPr="00EE27CA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69143B4B" w14:textId="4833A8DA" w:rsidR="00EA492F" w:rsidRPr="00EE27CA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0E18FA9" w14:textId="77777777" w:rsidR="00EA492F" w:rsidRPr="00EE27CA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29BE8262" w14:textId="4C889F02" w:rsidR="00E26312" w:rsidRPr="00EE27CA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5610EC3C" w14:textId="04E1E76C" w:rsidR="00E26312" w:rsidRPr="00EE27CA" w:rsidRDefault="00E26312" w:rsidP="00F7398F">
      <w:pPr>
        <w:ind w:left="237" w:hangingChars="100" w:hanging="237"/>
        <w:jc w:val="left"/>
        <w:rPr>
          <w:rFonts w:ascii="BIZ UD明朝 Medium" w:eastAsia="BIZ UD明朝 Medium" w:hAnsi="BIZ UD明朝 Medium"/>
          <w:sz w:val="22"/>
        </w:rPr>
      </w:pPr>
      <w:r w:rsidRPr="00EE27CA">
        <w:rPr>
          <w:rFonts w:ascii="BIZ UD明朝 Medium" w:eastAsia="BIZ UD明朝 Medium" w:hAnsi="BIZ UD明朝 Medium" w:hint="eastAsia"/>
          <w:sz w:val="22"/>
        </w:rPr>
        <w:t xml:space="preserve">　</w:t>
      </w:r>
      <w:bookmarkStart w:id="0" w:name="_GoBack"/>
      <w:bookmarkEnd w:id="0"/>
      <w:r w:rsidR="00F7398F">
        <w:rPr>
          <w:rFonts w:ascii="BIZ UD明朝 Medium" w:eastAsia="BIZ UD明朝 Medium" w:hAnsi="BIZ UD明朝 Medium" w:hint="eastAsia"/>
          <w:sz w:val="22"/>
        </w:rPr>
        <w:t xml:space="preserve">　</w:t>
      </w:r>
      <w:r w:rsidR="00E555C9" w:rsidRPr="00933752">
        <w:rPr>
          <w:rFonts w:ascii="BIZ UD明朝 Medium" w:eastAsia="BIZ UD明朝 Medium" w:hAnsi="BIZ UD明朝 Medium" w:hint="eastAsia"/>
          <w:sz w:val="22"/>
        </w:rPr>
        <w:t>令和</w:t>
      </w:r>
      <w:r w:rsidR="00F7398F">
        <w:rPr>
          <w:rFonts w:ascii="BIZ UD明朝 Medium" w:eastAsia="BIZ UD明朝 Medium" w:hAnsi="BIZ UD明朝 Medium" w:hint="eastAsia"/>
          <w:sz w:val="22"/>
        </w:rPr>
        <w:t>７</w:t>
      </w:r>
      <w:r w:rsidR="00E555C9" w:rsidRPr="00933752">
        <w:rPr>
          <w:rFonts w:ascii="BIZ UD明朝 Medium" w:eastAsia="BIZ UD明朝 Medium" w:hAnsi="BIZ UD明朝 Medium" w:hint="eastAsia"/>
          <w:sz w:val="22"/>
        </w:rPr>
        <w:t>年度</w:t>
      </w:r>
      <w:r w:rsidR="00933752" w:rsidRPr="00933752">
        <w:rPr>
          <w:rFonts w:ascii="BIZ UD明朝 Medium" w:eastAsia="BIZ UD明朝 Medium" w:hAnsi="BIZ UD明朝 Medium" w:cs="Times New Roman" w:hint="eastAsia"/>
          <w:color w:val="000000" w:themeColor="text1"/>
          <w:szCs w:val="21"/>
        </w:rPr>
        <w:t>別府市</w:t>
      </w:r>
      <w:r w:rsidR="00F7398F">
        <w:rPr>
          <w:rFonts w:ascii="BIZ UD明朝 Medium" w:eastAsia="BIZ UD明朝 Medium" w:hAnsi="BIZ UD明朝 Medium" w:cs="Times New Roman" w:hint="eastAsia"/>
          <w:color w:val="000000" w:themeColor="text1"/>
          <w:szCs w:val="21"/>
        </w:rPr>
        <w:t>ウェルネス</w:t>
      </w:r>
      <w:r w:rsidR="00933752" w:rsidRPr="00933752">
        <w:rPr>
          <w:rFonts w:ascii="BIZ UD明朝 Medium" w:eastAsia="BIZ UD明朝 Medium" w:hAnsi="BIZ UD明朝 Medium" w:cs="Times New Roman" w:hint="eastAsia"/>
          <w:color w:val="000000" w:themeColor="text1"/>
          <w:szCs w:val="21"/>
        </w:rPr>
        <w:t>産後ケア事業</w:t>
      </w:r>
      <w:r w:rsidR="00B01543" w:rsidRPr="00B01543">
        <w:rPr>
          <w:rFonts w:ascii="BIZ UD明朝 Medium" w:eastAsia="BIZ UD明朝 Medium" w:hAnsi="BIZ UD明朝 Medium" w:cs="Times New Roman" w:hint="eastAsia"/>
          <w:color w:val="000000" w:themeColor="text1"/>
          <w:szCs w:val="21"/>
        </w:rPr>
        <w:t>委託業務</w:t>
      </w:r>
      <w:r w:rsidRPr="00E07211">
        <w:rPr>
          <w:rFonts w:ascii="BIZ UD明朝 Medium" w:eastAsia="BIZ UD明朝 Medium" w:hAnsi="BIZ UD明朝 Medium" w:cs="ＭＳ明朝-WinCharSetFFFF-H" w:hint="eastAsia"/>
          <w:kern w:val="0"/>
          <w:szCs w:val="21"/>
        </w:rPr>
        <w:t>の</w:t>
      </w:r>
      <w:r w:rsidR="00EA492F" w:rsidRPr="00E07211">
        <w:rPr>
          <w:rFonts w:ascii="BIZ UD明朝 Medium" w:eastAsia="BIZ UD明朝 Medium" w:hAnsi="BIZ UD明朝 Medium" w:cs="ＭＳ明朝-WinCharSetFFFF-H" w:hint="eastAsia"/>
          <w:kern w:val="0"/>
          <w:szCs w:val="21"/>
        </w:rPr>
        <w:t>公告</w:t>
      </w:r>
      <w:r w:rsidR="00EA492F" w:rsidRPr="00EE27CA">
        <w:rPr>
          <w:rFonts w:ascii="BIZ UD明朝 Medium" w:eastAsia="BIZ UD明朝 Medium" w:hAnsi="BIZ UD明朝 Medium" w:cs="ＭＳ明朝-WinCharSetFFFF-H" w:hint="eastAsia"/>
          <w:kern w:val="0"/>
        </w:rPr>
        <w:t>等に関して、次のとおり</w:t>
      </w:r>
      <w:r w:rsidR="00F7398F">
        <w:rPr>
          <w:rFonts w:ascii="BIZ UD明朝 Medium" w:eastAsia="BIZ UD明朝 Medium" w:hAnsi="BIZ UD明朝 Medium" w:cs="ＭＳ明朝-WinCharSetFFFF-H" w:hint="eastAsia"/>
          <w:kern w:val="0"/>
        </w:rPr>
        <w:t xml:space="preserve">　</w:t>
      </w:r>
      <w:r w:rsidR="00EA492F" w:rsidRPr="00EE27CA">
        <w:rPr>
          <w:rFonts w:ascii="BIZ UD明朝 Medium" w:eastAsia="BIZ UD明朝 Medium" w:hAnsi="BIZ UD明朝 Medium" w:cs="ＭＳ明朝-WinCharSetFFFF-H" w:hint="eastAsia"/>
          <w:kern w:val="0"/>
        </w:rPr>
        <w:t>質問します。</w:t>
      </w:r>
    </w:p>
    <w:tbl>
      <w:tblPr>
        <w:tblStyle w:val="a7"/>
        <w:tblpPr w:leftFromText="142" w:rightFromText="142" w:vertAnchor="text" w:horzAnchor="margin" w:tblpY="256"/>
        <w:tblOverlap w:val="never"/>
        <w:tblW w:w="94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37"/>
        <w:gridCol w:w="1798"/>
        <w:gridCol w:w="567"/>
        <w:gridCol w:w="2252"/>
        <w:gridCol w:w="4139"/>
      </w:tblGrid>
      <w:tr w:rsidR="00B03C96" w:rsidRPr="00EE27CA" w14:paraId="18432D2C" w14:textId="77777777" w:rsidTr="00B03C96">
        <w:trPr>
          <w:trHeight w:val="397"/>
        </w:trPr>
        <w:tc>
          <w:tcPr>
            <w:tcW w:w="737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6BE76EB" w14:textId="146AEDE0" w:rsidR="00EA492F" w:rsidRPr="00EE27CA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EE27CA">
              <w:rPr>
                <w:rFonts w:ascii="BIZ UD明朝 Medium" w:eastAsia="BIZ UD明朝 Medium" w:hAnsi="BIZ UD明朝 Medium" w:hint="eastAsia"/>
              </w:rPr>
              <w:t>番号</w:t>
            </w:r>
          </w:p>
        </w:tc>
        <w:tc>
          <w:tcPr>
            <w:tcW w:w="1798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23E4C819" w14:textId="16555940" w:rsidR="00EA492F" w:rsidRPr="00EE27CA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EE27CA">
              <w:rPr>
                <w:rFonts w:ascii="BIZ UD明朝 Medium" w:eastAsia="BIZ UD明朝 Medium" w:hAnsi="BIZ UD明朝 Medium" w:hint="eastAsia"/>
              </w:rPr>
              <w:t>資料名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ADD3FCD" w14:textId="0A09720D" w:rsidR="00EA492F" w:rsidRPr="00EE27CA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EE27CA">
              <w:rPr>
                <w:rFonts w:ascii="BIZ UD明朝 Medium" w:eastAsia="BIZ UD明朝 Medium" w:hAnsi="BIZ UD明朝 Medium" w:hint="eastAsia"/>
              </w:rPr>
              <w:t>頁</w:t>
            </w:r>
          </w:p>
        </w:tc>
        <w:tc>
          <w:tcPr>
            <w:tcW w:w="2252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34E55159" w14:textId="51012A9D" w:rsidR="00EA492F" w:rsidRPr="00EE27CA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EE27CA">
              <w:rPr>
                <w:rFonts w:ascii="BIZ UD明朝 Medium" w:eastAsia="BIZ UD明朝 Medium" w:hAnsi="BIZ UD明朝 Medium" w:hint="eastAsia"/>
              </w:rPr>
              <w:t>項目番号・項目名</w:t>
            </w:r>
          </w:p>
        </w:tc>
        <w:tc>
          <w:tcPr>
            <w:tcW w:w="4139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5C6E8DCF" w14:textId="35A7B833" w:rsidR="00EA492F" w:rsidRPr="00EE27CA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EE27CA">
              <w:rPr>
                <w:rFonts w:ascii="BIZ UD明朝 Medium" w:eastAsia="BIZ UD明朝 Medium" w:hAnsi="BIZ UD明朝 Medium" w:hint="eastAsia"/>
              </w:rPr>
              <w:t>質問内容</w:t>
            </w:r>
          </w:p>
        </w:tc>
      </w:tr>
      <w:tr w:rsidR="00B03C96" w:rsidRPr="00EE27CA" w14:paraId="17F62CC8" w14:textId="77777777" w:rsidTr="00B03C96">
        <w:trPr>
          <w:trHeight w:val="794"/>
        </w:trPr>
        <w:tc>
          <w:tcPr>
            <w:tcW w:w="737" w:type="dxa"/>
            <w:tcBorders>
              <w:top w:val="single" w:sz="8" w:space="0" w:color="auto"/>
            </w:tcBorders>
            <w:vAlign w:val="center"/>
          </w:tcPr>
          <w:p w14:paraId="6428A4D5" w14:textId="658532B3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tcBorders>
              <w:top w:val="single" w:sz="8" w:space="0" w:color="auto"/>
            </w:tcBorders>
            <w:vAlign w:val="center"/>
          </w:tcPr>
          <w:p w14:paraId="064873E5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tcBorders>
              <w:top w:val="single" w:sz="8" w:space="0" w:color="auto"/>
            </w:tcBorders>
            <w:vAlign w:val="center"/>
          </w:tcPr>
          <w:p w14:paraId="2492DCFA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tcBorders>
              <w:top w:val="single" w:sz="8" w:space="0" w:color="auto"/>
            </w:tcBorders>
            <w:vAlign w:val="center"/>
          </w:tcPr>
          <w:p w14:paraId="313432EB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tcBorders>
              <w:top w:val="single" w:sz="8" w:space="0" w:color="auto"/>
            </w:tcBorders>
            <w:vAlign w:val="center"/>
          </w:tcPr>
          <w:p w14:paraId="3A9241E1" w14:textId="3B4C52E2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EE27CA" w14:paraId="21A7D0FE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5A20B88A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345475B4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27343FA0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1A79B0AC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497B7E44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EE27CA" w14:paraId="4D5AD6BF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3E097564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0BE9645C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13BBC789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25E28965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7EBDAB20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EE27CA" w14:paraId="77515075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30ED3B6C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180D7681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5787E54A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13742B17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6AA5D7B6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EE27CA" w14:paraId="32D61DDF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05889590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63DE6EEE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67529473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6615E082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7052C82B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EE27CA" w14:paraId="536332FD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5B44BE6A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7749D081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65D0E98F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1A9D072A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1528A589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EE27CA" w14:paraId="5A7C184C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1FA7F2EC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091F0781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066F8315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7F047E56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6A6FB4E8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7BB5B6F0" w14:textId="3AE9BAF1" w:rsidR="00E26312" w:rsidRPr="00E07211" w:rsidRDefault="00E05F4F">
      <w:pPr>
        <w:rPr>
          <w:rFonts w:ascii="BIZ UD明朝 Medium" w:eastAsia="BIZ UD明朝 Medium" w:hAnsi="BIZ UD明朝 Medium"/>
        </w:rPr>
      </w:pPr>
      <w:r w:rsidRPr="00E07211">
        <w:rPr>
          <w:rFonts w:ascii="BIZ UD明朝 Medium" w:eastAsia="BIZ UD明朝 Medium" w:hAnsi="BIZ UD明朝 Medium" w:hint="eastAsia"/>
        </w:rPr>
        <w:t>※質問は、簡潔に取りまとめて記載すること。</w:t>
      </w:r>
    </w:p>
    <w:sectPr w:rsidR="00E26312" w:rsidRPr="00E07211" w:rsidSect="00E26312"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A36D92" w14:textId="77777777" w:rsidR="00D33286" w:rsidRDefault="00D33286" w:rsidP="00E26312">
      <w:r>
        <w:separator/>
      </w:r>
    </w:p>
  </w:endnote>
  <w:endnote w:type="continuationSeparator" w:id="0">
    <w:p w14:paraId="10B38D20" w14:textId="77777777" w:rsidR="00D33286" w:rsidRDefault="00D33286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F3BA52" w14:textId="77777777" w:rsidR="00D33286" w:rsidRDefault="00D33286" w:rsidP="00E26312">
      <w:r>
        <w:separator/>
      </w:r>
    </w:p>
  </w:footnote>
  <w:footnote w:type="continuationSeparator" w:id="0">
    <w:p w14:paraId="1AF24631" w14:textId="77777777" w:rsidR="00D33286" w:rsidRDefault="00D33286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80"/>
    <w:rsid w:val="00003102"/>
    <w:rsid w:val="00012C17"/>
    <w:rsid w:val="00203554"/>
    <w:rsid w:val="002E02D0"/>
    <w:rsid w:val="00450FF8"/>
    <w:rsid w:val="004A618E"/>
    <w:rsid w:val="005B2806"/>
    <w:rsid w:val="005F1FA2"/>
    <w:rsid w:val="0074275C"/>
    <w:rsid w:val="008962E7"/>
    <w:rsid w:val="00933752"/>
    <w:rsid w:val="00B01543"/>
    <w:rsid w:val="00B03C96"/>
    <w:rsid w:val="00BF1E80"/>
    <w:rsid w:val="00C769AF"/>
    <w:rsid w:val="00C92C93"/>
    <w:rsid w:val="00CD1A58"/>
    <w:rsid w:val="00D33286"/>
    <w:rsid w:val="00E05F4F"/>
    <w:rsid w:val="00E07211"/>
    <w:rsid w:val="00E26312"/>
    <w:rsid w:val="00E555C9"/>
    <w:rsid w:val="00E869D6"/>
    <w:rsid w:val="00EA492F"/>
    <w:rsid w:val="00EE27CA"/>
    <w:rsid w:val="00F73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BA9E9F70.dotm</Template>
  <TotalTime>29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別府市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山本　充児</cp:lastModifiedBy>
  <cp:revision>3</cp:revision>
  <cp:lastPrinted>2021-07-16T09:53:00Z</cp:lastPrinted>
  <dcterms:created xsi:type="dcterms:W3CDTF">2021-07-16T09:21:00Z</dcterms:created>
  <dcterms:modified xsi:type="dcterms:W3CDTF">2025-04-17T08:35:00Z</dcterms:modified>
</cp:coreProperties>
</file>