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2331B" w14:textId="6DBBE116" w:rsidR="00CD1A58" w:rsidRPr="00EF7652" w:rsidRDefault="00E26312">
      <w:pPr>
        <w:rPr>
          <w:rFonts w:ascii="BIZ UD明朝 Medium" w:eastAsia="BIZ UD明朝 Medium" w:hAnsi="BIZ UD明朝 Medium"/>
          <w:sz w:val="22"/>
        </w:rPr>
      </w:pPr>
      <w:r w:rsidRPr="00EF7652">
        <w:rPr>
          <w:rFonts w:ascii="BIZ UD明朝 Medium" w:eastAsia="BIZ UD明朝 Medium" w:hAnsi="BIZ UD明朝 Medium" w:hint="eastAsia"/>
          <w:sz w:val="22"/>
        </w:rPr>
        <w:t>(様式</w:t>
      </w:r>
      <w:r w:rsidR="006D2316">
        <w:rPr>
          <w:rFonts w:ascii="BIZ UD明朝 Medium" w:eastAsia="BIZ UD明朝 Medium" w:hAnsi="BIZ UD明朝 Medium" w:hint="eastAsia"/>
          <w:sz w:val="22"/>
        </w:rPr>
        <w:t>４</w:t>
      </w:r>
      <w:r w:rsidRPr="00EF7652">
        <w:rPr>
          <w:rFonts w:ascii="BIZ UD明朝 Medium" w:eastAsia="BIZ UD明朝 Medium" w:hAnsi="BIZ UD明朝 Medium" w:hint="eastAsia"/>
          <w:sz w:val="22"/>
        </w:rPr>
        <w:t>)</w:t>
      </w:r>
    </w:p>
    <w:p w14:paraId="0F226761" w14:textId="5A444C6B" w:rsidR="00E26312" w:rsidRPr="00EF7652" w:rsidRDefault="00E26312">
      <w:pPr>
        <w:rPr>
          <w:rFonts w:ascii="BIZ UD明朝 Medium" w:eastAsia="BIZ UD明朝 Medium" w:hAnsi="BIZ UD明朝 Medium"/>
          <w:sz w:val="22"/>
        </w:rPr>
      </w:pPr>
    </w:p>
    <w:p w14:paraId="093491E5" w14:textId="77777777" w:rsidR="00B7035F" w:rsidRPr="00EF7652" w:rsidRDefault="00B7035F">
      <w:pPr>
        <w:rPr>
          <w:rFonts w:ascii="BIZ UD明朝 Medium" w:eastAsia="BIZ UD明朝 Medium" w:hAnsi="BIZ UD明朝 Medium"/>
          <w:sz w:val="22"/>
        </w:rPr>
      </w:pPr>
    </w:p>
    <w:p w14:paraId="20AF6165" w14:textId="2878F457" w:rsidR="00E26312" w:rsidRPr="00EF7652" w:rsidRDefault="007A6B2F" w:rsidP="00003102">
      <w:pPr>
        <w:jc w:val="center"/>
        <w:rPr>
          <w:rFonts w:ascii="BIZ UD明朝 Medium" w:eastAsia="BIZ UD明朝 Medium" w:hAnsi="BIZ UD明朝 Medium"/>
          <w:b/>
          <w:sz w:val="32"/>
        </w:rPr>
      </w:pPr>
      <w:r w:rsidRPr="00EF7652">
        <w:rPr>
          <w:rFonts w:ascii="BIZ UD明朝 Medium" w:eastAsia="BIZ UD明朝 Medium" w:hAnsi="BIZ UD明朝 Medium" w:hint="eastAsia"/>
          <w:b/>
          <w:sz w:val="36"/>
        </w:rPr>
        <w:t>配置予定</w:t>
      </w:r>
      <w:r w:rsidR="00C32E74" w:rsidRPr="00EF7652">
        <w:rPr>
          <w:rFonts w:ascii="BIZ UD明朝 Medium" w:eastAsia="BIZ UD明朝 Medium" w:hAnsi="BIZ UD明朝 Medium" w:hint="eastAsia"/>
          <w:b/>
          <w:sz w:val="36"/>
        </w:rPr>
        <w:t>業務</w:t>
      </w:r>
      <w:r w:rsidR="00DA5BDD" w:rsidRPr="00EF7652">
        <w:rPr>
          <w:rFonts w:ascii="BIZ UD明朝 Medium" w:eastAsia="BIZ UD明朝 Medium" w:hAnsi="BIZ UD明朝 Medium" w:hint="eastAsia"/>
          <w:b/>
          <w:sz w:val="36"/>
        </w:rPr>
        <w:t>責任者</w:t>
      </w:r>
      <w:r w:rsidR="00AC26B7" w:rsidRPr="00EF7652">
        <w:rPr>
          <w:rFonts w:ascii="BIZ UD明朝 Medium" w:eastAsia="BIZ UD明朝 Medium" w:hAnsi="BIZ UD明朝 Medium" w:hint="eastAsia"/>
          <w:b/>
          <w:sz w:val="36"/>
        </w:rPr>
        <w:t>調書</w:t>
      </w:r>
    </w:p>
    <w:p w14:paraId="727856B5" w14:textId="4657C986" w:rsidR="00CA0C26" w:rsidRPr="00EF7652" w:rsidRDefault="00CA0C26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30DAF05F" w14:textId="77777777" w:rsidR="00B7035F" w:rsidRPr="00EF7652" w:rsidRDefault="00B7035F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horzAnchor="margin" w:tblpXSpec="right" w:tblpY="-14"/>
        <w:tblOverlap w:val="never"/>
        <w:tblW w:w="0" w:type="auto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single" w:sz="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4535"/>
      </w:tblGrid>
      <w:tr w:rsidR="00AC26B7" w:rsidRPr="00EF7652" w14:paraId="75786EAD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15520B5E" w14:textId="4E973DFA" w:rsidR="00AC26B7" w:rsidRPr="00EF7652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  <w:r w:rsidRPr="00EF7652">
              <w:rPr>
                <w:rFonts w:ascii="BIZ UD明朝 Medium" w:eastAsia="BIZ UD明朝 Medium" w:hAnsi="BIZ UD明朝 Medium" w:hint="eastAsia"/>
                <w:sz w:val="22"/>
              </w:rPr>
              <w:t>商号又は名称</w:t>
            </w:r>
          </w:p>
        </w:tc>
        <w:tc>
          <w:tcPr>
            <w:tcW w:w="4535" w:type="dxa"/>
            <w:vAlign w:val="center"/>
          </w:tcPr>
          <w:p w14:paraId="078ADE22" w14:textId="77777777" w:rsidR="00AC26B7" w:rsidRPr="00EF7652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  <w:tr w:rsidR="00AC26B7" w:rsidRPr="00EF7652" w14:paraId="71ABEC39" w14:textId="77777777" w:rsidTr="00C31CD0">
        <w:trPr>
          <w:trHeight w:val="624"/>
        </w:trPr>
        <w:tc>
          <w:tcPr>
            <w:tcW w:w="1757" w:type="dxa"/>
            <w:tcBorders>
              <w:top w:val="nil"/>
              <w:bottom w:val="nil"/>
            </w:tcBorders>
            <w:vAlign w:val="center"/>
          </w:tcPr>
          <w:p w14:paraId="7E58538A" w14:textId="77777777" w:rsidR="00AC26B7" w:rsidRPr="00EF7652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EF7652">
              <w:rPr>
                <w:rFonts w:ascii="BIZ UD明朝 Medium" w:eastAsia="BIZ UD明朝 Medium" w:hAnsi="BIZ UD明朝 Medium" w:hint="eastAsia"/>
                <w:spacing w:val="40"/>
                <w:kern w:val="0"/>
                <w:sz w:val="22"/>
                <w:fitText w:val="1422" w:id="-1751498752"/>
              </w:rPr>
              <w:t>代表者又</w:t>
            </w:r>
            <w:r w:rsidRPr="00EF7652">
              <w:rPr>
                <w:rFonts w:ascii="BIZ UD明朝 Medium" w:eastAsia="BIZ UD明朝 Medium" w:hAnsi="BIZ UD明朝 Medium" w:hint="eastAsia"/>
                <w:spacing w:val="1"/>
                <w:kern w:val="0"/>
                <w:sz w:val="22"/>
                <w:fitText w:val="1422" w:id="-1751498752"/>
              </w:rPr>
              <w:t>は</w:t>
            </w:r>
          </w:p>
          <w:p w14:paraId="283AE91F" w14:textId="2CEF9C95" w:rsidR="00AC26B7" w:rsidRPr="00EF7652" w:rsidRDefault="00AC26B7" w:rsidP="00644AA3">
            <w:pPr>
              <w:autoSpaceDE w:val="0"/>
              <w:autoSpaceDN w:val="0"/>
              <w:adjustRightInd w:val="0"/>
              <w:spacing w:line="0" w:lineRule="atLeast"/>
              <w:rPr>
                <w:rFonts w:ascii="BIZ UD明朝 Medium" w:eastAsia="BIZ UD明朝 Medium" w:hAnsi="BIZ UD明朝 Medium"/>
                <w:sz w:val="22"/>
              </w:rPr>
            </w:pPr>
            <w:r w:rsidRPr="00EF7652">
              <w:rPr>
                <w:rFonts w:ascii="BIZ UD明朝 Medium" w:eastAsia="BIZ UD明朝 Medium" w:hAnsi="BIZ UD明朝 Medium" w:hint="eastAsia"/>
                <w:sz w:val="22"/>
              </w:rPr>
              <w:t>受任者職氏名</w:t>
            </w:r>
          </w:p>
        </w:tc>
        <w:tc>
          <w:tcPr>
            <w:tcW w:w="4535" w:type="dxa"/>
            <w:vAlign w:val="center"/>
          </w:tcPr>
          <w:p w14:paraId="770E10EB" w14:textId="77777777" w:rsidR="00AC26B7" w:rsidRPr="00EF7652" w:rsidRDefault="00AC26B7" w:rsidP="00AC26B7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2"/>
              </w:rPr>
            </w:pPr>
          </w:p>
        </w:tc>
      </w:tr>
    </w:tbl>
    <w:p w14:paraId="24C2FAAA" w14:textId="67170154" w:rsidR="00AC26B7" w:rsidRPr="00EF7652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789AEED8" w14:textId="6AC9D3EB" w:rsidR="00AC26B7" w:rsidRPr="00EF7652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5BD3DD86" w14:textId="69E640F5" w:rsidR="00AC26B7" w:rsidRPr="00EF7652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4156EAB2" w14:textId="3FC8B290" w:rsidR="00AC26B7" w:rsidRPr="00EF7652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1177171B" w14:textId="77777777" w:rsidR="00B7035F" w:rsidRPr="00EF7652" w:rsidRDefault="00B7035F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p w14:paraId="613AB2BF" w14:textId="23E825C6" w:rsidR="00AC26B7" w:rsidRPr="00EF7652" w:rsidRDefault="00AC26B7" w:rsidP="00CA0C2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2"/>
        </w:rPr>
      </w:pPr>
    </w:p>
    <w:tbl>
      <w:tblPr>
        <w:tblStyle w:val="a7"/>
        <w:tblpPr w:leftFromText="142" w:rightFromText="142" w:vertAnchor="text" w:tblpY="1"/>
        <w:tblOverlap w:val="never"/>
        <w:tblW w:w="90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266"/>
        <w:gridCol w:w="1757"/>
        <w:gridCol w:w="5047"/>
      </w:tblGrid>
      <w:tr w:rsidR="00115C16" w:rsidRPr="00EF7652" w14:paraId="39D79366" w14:textId="77777777" w:rsidTr="00797ADF">
        <w:trPr>
          <w:trHeight w:val="679"/>
        </w:trPr>
        <w:tc>
          <w:tcPr>
            <w:tcW w:w="2266" w:type="dxa"/>
            <w:vMerge w:val="restart"/>
            <w:vAlign w:val="center"/>
          </w:tcPr>
          <w:p w14:paraId="45463DFB" w14:textId="0D076A81" w:rsidR="006B6EF9" w:rsidRPr="00EF7652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EF7652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配置予定</w:t>
            </w:r>
            <w:r w:rsidR="00B146F0" w:rsidRPr="00EF7652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業務責任</w:t>
            </w:r>
            <w:r w:rsidRPr="00EF7652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者</w:t>
            </w:r>
          </w:p>
        </w:tc>
        <w:tc>
          <w:tcPr>
            <w:tcW w:w="1757" w:type="dxa"/>
            <w:vAlign w:val="center"/>
          </w:tcPr>
          <w:p w14:paraId="1FB2B4E2" w14:textId="054E7DFE" w:rsidR="006B6EF9" w:rsidRPr="00EF7652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EF7652">
              <w:rPr>
                <w:rFonts w:ascii="BIZ UD明朝 Medium" w:eastAsia="BIZ UD明朝 Medium" w:hAnsi="BIZ UD明朝 Medium" w:hint="eastAsia"/>
                <w:spacing w:val="451"/>
                <w:kern w:val="0"/>
                <w:sz w:val="20"/>
                <w:szCs w:val="20"/>
                <w:fitText w:val="1302" w:id="-1751488511"/>
              </w:rPr>
              <w:t>氏</w:t>
            </w:r>
            <w:r w:rsidRPr="00EF7652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8511"/>
              </w:rPr>
              <w:t>名</w:t>
            </w:r>
            <w:r w:rsidRPr="00EF7652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vAlign w:val="center"/>
          </w:tcPr>
          <w:p w14:paraId="32C49010" w14:textId="54E27CA8" w:rsidR="00640387" w:rsidRPr="00EF7652" w:rsidRDefault="00640387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115C16" w:rsidRPr="00EF7652" w14:paraId="5394FC3A" w14:textId="77777777" w:rsidTr="00797ADF">
        <w:trPr>
          <w:trHeight w:val="716"/>
        </w:trPr>
        <w:tc>
          <w:tcPr>
            <w:tcW w:w="2266" w:type="dxa"/>
            <w:vMerge/>
            <w:vAlign w:val="center"/>
          </w:tcPr>
          <w:p w14:paraId="05B081DE" w14:textId="77777777" w:rsidR="006B6EF9" w:rsidRPr="00EF7652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1B4288C0" w14:textId="215BBEB2" w:rsidR="006B6EF9" w:rsidRPr="00EF7652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EF7652">
              <w:rPr>
                <w:rFonts w:ascii="BIZ UD明朝 Medium" w:eastAsia="BIZ UD明朝 Medium" w:hAnsi="BIZ UD明朝 Medium" w:hint="eastAsia"/>
                <w:spacing w:val="83"/>
                <w:kern w:val="0"/>
                <w:sz w:val="20"/>
                <w:szCs w:val="20"/>
                <w:fitText w:val="1302" w:id="-1751488512"/>
              </w:rPr>
              <w:t>生年月</w:t>
            </w:r>
            <w:r w:rsidRPr="00EF7652">
              <w:rPr>
                <w:rFonts w:ascii="BIZ UD明朝 Medium" w:eastAsia="BIZ UD明朝 Medium" w:hAnsi="BIZ UD明朝 Medium" w:hint="eastAsia"/>
                <w:spacing w:val="2"/>
                <w:kern w:val="0"/>
                <w:sz w:val="20"/>
                <w:szCs w:val="20"/>
                <w:fitText w:val="1302" w:id="-1751488512"/>
              </w:rPr>
              <w:t>日</w:t>
            </w:r>
            <w:r w:rsidRPr="00EF7652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vAlign w:val="center"/>
          </w:tcPr>
          <w:p w14:paraId="5F72D652" w14:textId="023A8B40" w:rsidR="006B6EF9" w:rsidRPr="00EF7652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EF7652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115C16" w:rsidRPr="00EF7652" w14:paraId="5EE1A3BA" w14:textId="77777777" w:rsidTr="00797ADF">
        <w:trPr>
          <w:trHeight w:val="703"/>
        </w:trPr>
        <w:tc>
          <w:tcPr>
            <w:tcW w:w="2266" w:type="dxa"/>
            <w:vMerge/>
            <w:vAlign w:val="center"/>
          </w:tcPr>
          <w:p w14:paraId="159D2141" w14:textId="77777777" w:rsidR="006B6EF9" w:rsidRPr="00EF7652" w:rsidRDefault="006B6EF9" w:rsidP="00644AA3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</w:p>
        </w:tc>
        <w:tc>
          <w:tcPr>
            <w:tcW w:w="1757" w:type="dxa"/>
            <w:vAlign w:val="center"/>
          </w:tcPr>
          <w:p w14:paraId="67C4B1C9" w14:textId="55E9F96C" w:rsidR="006B6EF9" w:rsidRPr="00EF7652" w:rsidRDefault="006B6EF9" w:rsidP="00644AA3">
            <w:pPr>
              <w:autoSpaceDE w:val="0"/>
              <w:autoSpaceDN w:val="0"/>
              <w:adjustRightInd w:val="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EF7652">
              <w:rPr>
                <w:rFonts w:ascii="BIZ UD明朝 Medium" w:eastAsia="BIZ UD明朝 Medium" w:hAnsi="BIZ UD明朝 Medium" w:hint="eastAsia"/>
                <w:spacing w:val="38"/>
                <w:kern w:val="0"/>
                <w:sz w:val="20"/>
                <w:szCs w:val="20"/>
                <w:fitText w:val="1302" w:id="-1751488768"/>
              </w:rPr>
              <w:t>雇用年月</w:t>
            </w:r>
            <w:r w:rsidRPr="00EF7652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  <w:fitText w:val="1302" w:id="-1751488768"/>
              </w:rPr>
              <w:t>日</w:t>
            </w:r>
            <w:r w:rsidRPr="00EF7652">
              <w:rPr>
                <w:rFonts w:ascii="BIZ UD明朝 Medium" w:eastAsia="BIZ UD明朝 Medium" w:hAnsi="BIZ UD明朝 Medium" w:hint="eastAsia"/>
                <w:kern w:val="0"/>
                <w:sz w:val="20"/>
                <w:szCs w:val="20"/>
              </w:rPr>
              <w:t>：</w:t>
            </w:r>
          </w:p>
        </w:tc>
        <w:tc>
          <w:tcPr>
            <w:tcW w:w="5047" w:type="dxa"/>
            <w:vAlign w:val="center"/>
          </w:tcPr>
          <w:p w14:paraId="48116878" w14:textId="26C0723B" w:rsidR="006B6EF9" w:rsidRPr="00EF7652" w:rsidRDefault="006B6EF9" w:rsidP="00644AA3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EF7652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年　　月　　日</w:t>
            </w:r>
          </w:p>
        </w:tc>
      </w:tr>
      <w:tr w:rsidR="009B65F7" w:rsidRPr="00EF7652" w14:paraId="6655582A" w14:textId="77777777" w:rsidTr="00797ADF">
        <w:trPr>
          <w:trHeight w:val="1535"/>
        </w:trPr>
        <w:tc>
          <w:tcPr>
            <w:tcW w:w="2266" w:type="dxa"/>
            <w:vAlign w:val="center"/>
          </w:tcPr>
          <w:p w14:paraId="3BE5DC3B" w14:textId="4EDF9F24" w:rsidR="009B65F7" w:rsidRPr="00EF7652" w:rsidRDefault="009B65F7" w:rsidP="009B65F7">
            <w:pPr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/>
                <w:kern w:val="0"/>
                <w:sz w:val="20"/>
                <w:szCs w:val="20"/>
              </w:rPr>
            </w:pPr>
            <w:r w:rsidRPr="00EF7652">
              <w:rPr>
                <w:rFonts w:ascii="BIZ UD明朝 Medium" w:eastAsia="BIZ UD明朝 Medium" w:hAnsi="BIZ UD明朝 Medium" w:hint="eastAsia"/>
                <w:spacing w:val="53"/>
                <w:kern w:val="0"/>
                <w:sz w:val="20"/>
                <w:szCs w:val="20"/>
                <w:fitText w:val="1736" w:id="-1751489272"/>
              </w:rPr>
              <w:t>保有する資</w:t>
            </w:r>
            <w:r w:rsidRPr="00EF7652">
              <w:rPr>
                <w:rFonts w:ascii="BIZ UD明朝 Medium" w:eastAsia="BIZ UD明朝 Medium" w:hAnsi="BIZ UD明朝 Medium" w:hint="eastAsia"/>
                <w:spacing w:val="3"/>
                <w:kern w:val="0"/>
                <w:sz w:val="20"/>
                <w:szCs w:val="20"/>
                <w:fitText w:val="1736" w:id="-1751489272"/>
              </w:rPr>
              <w:t>格</w:t>
            </w:r>
          </w:p>
        </w:tc>
        <w:tc>
          <w:tcPr>
            <w:tcW w:w="6804" w:type="dxa"/>
            <w:gridSpan w:val="2"/>
          </w:tcPr>
          <w:p w14:paraId="074111D2" w14:textId="77777777" w:rsidR="009B65F7" w:rsidRPr="00EF7652" w:rsidRDefault="009B65F7" w:rsidP="009B65F7">
            <w:pPr>
              <w:autoSpaceDE w:val="0"/>
              <w:autoSpaceDN w:val="0"/>
              <w:adjustRightInd w:val="0"/>
              <w:jc w:val="left"/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30C56A78" w14:textId="77777777" w:rsidR="00B7035F" w:rsidRPr="00EF7652" w:rsidRDefault="00B7035F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</w:p>
    <w:p w14:paraId="630C6101" w14:textId="6A44F69D" w:rsidR="00FA1836" w:rsidRPr="00EF7652" w:rsidRDefault="00FA1836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EF7652">
        <w:rPr>
          <w:rFonts w:ascii="BIZ UD明朝 Medium" w:eastAsia="BIZ UD明朝 Medium" w:hAnsi="BIZ UD明朝 Medium" w:hint="eastAsia"/>
          <w:sz w:val="20"/>
        </w:rPr>
        <w:t>注意事項</w:t>
      </w:r>
    </w:p>
    <w:p w14:paraId="4AD30CBD" w14:textId="207F4494" w:rsidR="00FA1836" w:rsidRPr="00EF7652" w:rsidRDefault="00B7035F" w:rsidP="00FA1836">
      <w:pPr>
        <w:autoSpaceDE w:val="0"/>
        <w:autoSpaceDN w:val="0"/>
        <w:adjustRightInd w:val="0"/>
        <w:jc w:val="left"/>
        <w:rPr>
          <w:rFonts w:ascii="BIZ UD明朝 Medium" w:eastAsia="BIZ UD明朝 Medium" w:hAnsi="BIZ UD明朝 Medium"/>
          <w:sz w:val="20"/>
        </w:rPr>
      </w:pPr>
      <w:r w:rsidRPr="00EF7652">
        <w:rPr>
          <w:rFonts w:ascii="BIZ UD明朝 Medium" w:eastAsia="BIZ UD明朝 Medium" w:hAnsi="BIZ UD明朝 Medium" w:hint="eastAsia"/>
          <w:sz w:val="20"/>
        </w:rPr>
        <w:t>１</w:t>
      </w:r>
      <w:r w:rsidR="00FA1836" w:rsidRPr="00EF7652">
        <w:rPr>
          <w:rFonts w:ascii="BIZ UD明朝 Medium" w:eastAsia="BIZ UD明朝 Medium" w:hAnsi="BIZ UD明朝 Medium"/>
          <w:sz w:val="20"/>
        </w:rPr>
        <w:t xml:space="preserve">  所属会社との雇用関係がわかるもの（保険証の写し等）を添付すること。</w:t>
      </w:r>
    </w:p>
    <w:p w14:paraId="6BEA00C3" w14:textId="540786BC" w:rsidR="00A41CAB" w:rsidRPr="00EF7652" w:rsidRDefault="00B7035F" w:rsidP="00115C16">
      <w:pPr>
        <w:autoSpaceDE w:val="0"/>
        <w:autoSpaceDN w:val="0"/>
        <w:adjustRightInd w:val="0"/>
        <w:ind w:left="217" w:hangingChars="100" w:hanging="217"/>
        <w:jc w:val="left"/>
        <w:rPr>
          <w:rFonts w:ascii="BIZ UD明朝 Medium" w:eastAsia="BIZ UD明朝 Medium" w:hAnsi="BIZ UD明朝 Medium"/>
          <w:sz w:val="20"/>
        </w:rPr>
      </w:pPr>
      <w:r w:rsidRPr="00EF7652">
        <w:rPr>
          <w:rFonts w:ascii="BIZ UD明朝 Medium" w:eastAsia="BIZ UD明朝 Medium" w:hAnsi="BIZ UD明朝 Medium" w:hint="eastAsia"/>
          <w:sz w:val="20"/>
        </w:rPr>
        <w:t>２</w:t>
      </w:r>
      <w:r w:rsidR="00FA1836" w:rsidRPr="00EF7652">
        <w:rPr>
          <w:rFonts w:ascii="BIZ UD明朝 Medium" w:eastAsia="BIZ UD明朝 Medium" w:hAnsi="BIZ UD明朝 Medium"/>
          <w:sz w:val="20"/>
        </w:rPr>
        <w:t xml:space="preserve">  配置予定</w:t>
      </w:r>
      <w:r w:rsidR="00B146F0" w:rsidRPr="00EF7652">
        <w:rPr>
          <w:rFonts w:ascii="BIZ UD明朝 Medium" w:eastAsia="BIZ UD明朝 Medium" w:hAnsi="BIZ UD明朝 Medium" w:hint="eastAsia"/>
          <w:sz w:val="20"/>
        </w:rPr>
        <w:t>責任</w:t>
      </w:r>
      <w:r w:rsidR="00FA1836" w:rsidRPr="00EF7652">
        <w:rPr>
          <w:rFonts w:ascii="BIZ UD明朝 Medium" w:eastAsia="BIZ UD明朝 Medium" w:hAnsi="BIZ UD明朝 Medium"/>
          <w:sz w:val="20"/>
        </w:rPr>
        <w:t>者として複数の候補者が</w:t>
      </w:r>
      <w:bookmarkStart w:id="0" w:name="_GoBack"/>
      <w:bookmarkEnd w:id="0"/>
      <w:r w:rsidR="00FA1836" w:rsidRPr="00EF7652">
        <w:rPr>
          <w:rFonts w:ascii="BIZ UD明朝 Medium" w:eastAsia="BIZ UD明朝 Medium" w:hAnsi="BIZ UD明朝 Medium"/>
          <w:sz w:val="20"/>
        </w:rPr>
        <w:t>ある場合は、当該シートをコピーし作成すること。</w:t>
      </w:r>
    </w:p>
    <w:sectPr w:rsidR="00A41CAB" w:rsidRPr="00EF7652" w:rsidSect="00B64F23">
      <w:pgSz w:w="11906" w:h="16838" w:code="9"/>
      <w:pgMar w:top="1418" w:right="1418" w:bottom="1418" w:left="1418" w:header="851" w:footer="992" w:gutter="0"/>
      <w:cols w:space="425"/>
      <w:docGrid w:type="linesAndChars" w:linePitch="32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125F47" w14:textId="77777777" w:rsidR="00753508" w:rsidRDefault="00753508" w:rsidP="00E26312">
      <w:r>
        <w:separator/>
      </w:r>
    </w:p>
  </w:endnote>
  <w:endnote w:type="continuationSeparator" w:id="0">
    <w:p w14:paraId="52F45BC6" w14:textId="77777777" w:rsidR="00753508" w:rsidRDefault="00753508" w:rsidP="00E26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254B4" w14:textId="77777777" w:rsidR="00753508" w:rsidRDefault="00753508" w:rsidP="00E26312">
      <w:r>
        <w:separator/>
      </w:r>
    </w:p>
  </w:footnote>
  <w:footnote w:type="continuationSeparator" w:id="0">
    <w:p w14:paraId="68B4B51A" w14:textId="77777777" w:rsidR="00753508" w:rsidRDefault="00753508" w:rsidP="00E263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F627C6"/>
    <w:multiLevelType w:val="hybridMultilevel"/>
    <w:tmpl w:val="A4ECA050"/>
    <w:lvl w:ilvl="0" w:tplc="C0CA7AAC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227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0"/>
    <w:rsid w:val="00003102"/>
    <w:rsid w:val="000A5C90"/>
    <w:rsid w:val="00115C16"/>
    <w:rsid w:val="001E71E4"/>
    <w:rsid w:val="00353DD0"/>
    <w:rsid w:val="003C762B"/>
    <w:rsid w:val="003F6A18"/>
    <w:rsid w:val="00450FF8"/>
    <w:rsid w:val="00562B68"/>
    <w:rsid w:val="005B2806"/>
    <w:rsid w:val="00640387"/>
    <w:rsid w:val="00644AA3"/>
    <w:rsid w:val="006B5F76"/>
    <w:rsid w:val="006B6EF9"/>
    <w:rsid w:val="006D2316"/>
    <w:rsid w:val="007278F0"/>
    <w:rsid w:val="00753508"/>
    <w:rsid w:val="00797ADF"/>
    <w:rsid w:val="007A6B2F"/>
    <w:rsid w:val="008E0F2C"/>
    <w:rsid w:val="008E7C80"/>
    <w:rsid w:val="0090363E"/>
    <w:rsid w:val="009B65F7"/>
    <w:rsid w:val="00A41CAB"/>
    <w:rsid w:val="00AC26B7"/>
    <w:rsid w:val="00AC62F2"/>
    <w:rsid w:val="00B146F0"/>
    <w:rsid w:val="00B17942"/>
    <w:rsid w:val="00B64F23"/>
    <w:rsid w:val="00B7035F"/>
    <w:rsid w:val="00BE65B0"/>
    <w:rsid w:val="00BF1E80"/>
    <w:rsid w:val="00C2413F"/>
    <w:rsid w:val="00C31CD0"/>
    <w:rsid w:val="00C32E74"/>
    <w:rsid w:val="00CA0C26"/>
    <w:rsid w:val="00CD1A58"/>
    <w:rsid w:val="00D27363"/>
    <w:rsid w:val="00DA5BDD"/>
    <w:rsid w:val="00DE61CB"/>
    <w:rsid w:val="00E26312"/>
    <w:rsid w:val="00EF7652"/>
    <w:rsid w:val="00FA1836"/>
    <w:rsid w:val="00FC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DE897D3"/>
  <w15:chartTrackingRefBased/>
  <w15:docId w15:val="{ADE6ADA1-0A3C-440C-A2A3-4A4AB20F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6312"/>
  </w:style>
  <w:style w:type="paragraph" w:styleId="a5">
    <w:name w:val="footer"/>
    <w:basedOn w:val="a"/>
    <w:link w:val="a6"/>
    <w:uiPriority w:val="99"/>
    <w:unhideWhenUsed/>
    <w:rsid w:val="00E263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6312"/>
  </w:style>
  <w:style w:type="table" w:styleId="a7">
    <w:name w:val="Table Grid"/>
    <w:basedOn w:val="a1"/>
    <w:uiPriority w:val="39"/>
    <w:rsid w:val="00E263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64F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4F2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B5F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08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1DD001-AF1C-47E8-886D-74D8D4F8F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404B564D.dotm</Template>
  <TotalTime>135</TotalTime>
  <Pages>1</Pages>
  <Words>30</Words>
  <Characters>171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2024-08-06T01:03:00Z</cp:lastPrinted>
  <dcterms:created xsi:type="dcterms:W3CDTF">2021-07-16T09:21:00Z</dcterms:created>
  <dcterms:modified xsi:type="dcterms:W3CDTF">2024-08-06T01:04:00Z</dcterms:modified>
</cp:coreProperties>
</file>